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/>
      </w:tblPr>
      <w:tblGrid>
        <w:gridCol w:w="2490"/>
        <w:gridCol w:w="7147"/>
      </w:tblGrid>
      <w:tr w:rsidR="001831C2">
        <w:tc>
          <w:tcPr>
            <w:tcW w:w="249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CCCCCC"/>
          </w:tcPr>
          <w:p w:rsidR="001831C2" w:rsidRDefault="001831C2">
            <w:pPr>
              <w:pStyle w:val="Obsahtabuky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Názov predmetu</w:t>
            </w:r>
          </w:p>
        </w:tc>
        <w:tc>
          <w:tcPr>
            <w:tcW w:w="7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31C2" w:rsidRDefault="001831C2">
            <w:pPr>
              <w:pStyle w:val="Obsahtabuky"/>
            </w:pPr>
            <w:r>
              <w:t>Výtvarná výchova</w:t>
            </w:r>
          </w:p>
        </w:tc>
      </w:tr>
      <w:tr w:rsidR="001831C2">
        <w:tc>
          <w:tcPr>
            <w:tcW w:w="2490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CCCCCC"/>
          </w:tcPr>
          <w:p w:rsidR="001831C2" w:rsidRDefault="001831C2">
            <w:pPr>
              <w:pStyle w:val="Obsahtabuky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Časový rozsah výučby</w:t>
            </w:r>
          </w:p>
        </w:tc>
        <w:tc>
          <w:tcPr>
            <w:tcW w:w="71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31C2" w:rsidRDefault="001831C2">
            <w:pPr>
              <w:pStyle w:val="Obsahtabuky"/>
            </w:pPr>
            <w:r>
              <w:t>1 hodina týždenne, spolu 33 hodín ročne</w:t>
            </w:r>
          </w:p>
        </w:tc>
      </w:tr>
      <w:tr w:rsidR="001831C2">
        <w:tc>
          <w:tcPr>
            <w:tcW w:w="2490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CCCCCC"/>
          </w:tcPr>
          <w:p w:rsidR="001831C2" w:rsidRDefault="001831C2">
            <w:pPr>
              <w:pStyle w:val="Obsahtabuky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Názov ŠVP</w:t>
            </w:r>
          </w:p>
        </w:tc>
        <w:tc>
          <w:tcPr>
            <w:tcW w:w="71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31C2" w:rsidRDefault="001831C2">
            <w:pPr>
              <w:pStyle w:val="Obsahtabuky"/>
            </w:pPr>
            <w:r>
              <w:t>Štátny vzdelávací program pre 1. stupeň základnej školy v Slovenskej republike</w:t>
            </w:r>
          </w:p>
        </w:tc>
      </w:tr>
      <w:tr w:rsidR="001831C2">
        <w:tc>
          <w:tcPr>
            <w:tcW w:w="2490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CCCCCC"/>
          </w:tcPr>
          <w:p w:rsidR="001831C2" w:rsidRDefault="001831C2">
            <w:pPr>
              <w:pStyle w:val="Obsahtabuky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Škola</w:t>
            </w:r>
          </w:p>
        </w:tc>
        <w:tc>
          <w:tcPr>
            <w:tcW w:w="71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31C2" w:rsidRDefault="001831C2">
            <w:pPr>
              <w:pStyle w:val="Obsahtabuky"/>
            </w:pPr>
            <w:r>
              <w:t xml:space="preserve">Základná škola s materskou školou Jozefa Miloslava Hurbana Beckov </w:t>
            </w:r>
          </w:p>
        </w:tc>
      </w:tr>
      <w:tr w:rsidR="001831C2">
        <w:tc>
          <w:tcPr>
            <w:tcW w:w="2490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CCCCCC"/>
          </w:tcPr>
          <w:p w:rsidR="001831C2" w:rsidRDefault="001831C2">
            <w:pPr>
              <w:pStyle w:val="Obsahtabuky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Ročník</w:t>
            </w:r>
          </w:p>
        </w:tc>
        <w:tc>
          <w:tcPr>
            <w:tcW w:w="71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31C2" w:rsidRDefault="001831C2">
            <w:pPr>
              <w:pStyle w:val="Obsahtabuky"/>
            </w:pPr>
            <w:r>
              <w:t>štvrtý</w:t>
            </w:r>
          </w:p>
        </w:tc>
      </w:tr>
      <w:tr w:rsidR="001831C2">
        <w:tc>
          <w:tcPr>
            <w:tcW w:w="2490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CCCCCC"/>
          </w:tcPr>
          <w:p w:rsidR="001831C2" w:rsidRDefault="001831C2">
            <w:pPr>
              <w:pStyle w:val="Obsahtabuky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Stupeň vzdelania</w:t>
            </w:r>
          </w:p>
        </w:tc>
        <w:tc>
          <w:tcPr>
            <w:tcW w:w="71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31C2" w:rsidRDefault="001831C2">
            <w:pPr>
              <w:pStyle w:val="Obsahtabuky"/>
            </w:pPr>
            <w:r>
              <w:t xml:space="preserve">Primárne vzdelávanie ISCED 1 </w:t>
            </w:r>
          </w:p>
          <w:p w:rsidR="001831C2" w:rsidRDefault="001831C2">
            <w:pPr>
              <w:pStyle w:val="Obsahtabuky"/>
            </w:pPr>
          </w:p>
        </w:tc>
      </w:tr>
      <w:tr w:rsidR="001831C2">
        <w:tc>
          <w:tcPr>
            <w:tcW w:w="2490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CCCCCC"/>
          </w:tcPr>
          <w:p w:rsidR="001831C2" w:rsidRDefault="001831C2">
            <w:pPr>
              <w:pStyle w:val="Obsahtabuky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Forma štúdia</w:t>
            </w:r>
          </w:p>
        </w:tc>
        <w:tc>
          <w:tcPr>
            <w:tcW w:w="71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31C2" w:rsidRDefault="001831C2">
            <w:pPr>
              <w:pStyle w:val="Obsahtabuky"/>
            </w:pPr>
            <w:r>
              <w:t>denná</w:t>
            </w:r>
          </w:p>
        </w:tc>
      </w:tr>
      <w:tr w:rsidR="001831C2">
        <w:tc>
          <w:tcPr>
            <w:tcW w:w="2490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CCCCCC"/>
          </w:tcPr>
          <w:p w:rsidR="001831C2" w:rsidRDefault="001831C2">
            <w:pPr>
              <w:pStyle w:val="Obsahtabuky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Vyučovací jazyk</w:t>
            </w:r>
          </w:p>
        </w:tc>
        <w:tc>
          <w:tcPr>
            <w:tcW w:w="71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31C2" w:rsidRDefault="001831C2">
            <w:pPr>
              <w:pStyle w:val="Obsahtabuky"/>
            </w:pPr>
            <w:r>
              <w:t>slovenský</w:t>
            </w:r>
          </w:p>
        </w:tc>
      </w:tr>
    </w:tbl>
    <w:p w:rsidR="001831C2" w:rsidRDefault="001831C2" w:rsidP="00B15BBD">
      <w:pPr>
        <w:jc w:val="center"/>
        <w:rPr>
          <w:b/>
          <w:bCs/>
        </w:rPr>
      </w:pPr>
    </w:p>
    <w:p w:rsidR="001831C2" w:rsidRDefault="001831C2" w:rsidP="00B15BBD">
      <w:pPr>
        <w:widowControl w:val="0"/>
        <w:numPr>
          <w:ilvl w:val="1"/>
          <w:numId w:val="1"/>
        </w:numPr>
        <w:suppressAutoHyphens/>
        <w:rPr>
          <w:b/>
          <w:bCs/>
        </w:rPr>
      </w:pPr>
      <w:r>
        <w:rPr>
          <w:b/>
          <w:bCs/>
        </w:rPr>
        <w:t>Charakteristika vyučovacieho predmetu</w:t>
      </w:r>
    </w:p>
    <w:p w:rsidR="001831C2" w:rsidRDefault="001831C2" w:rsidP="00B15BBD">
      <w:pPr>
        <w:jc w:val="both"/>
        <w:rPr>
          <w:b/>
          <w:bCs/>
        </w:rPr>
      </w:pPr>
    </w:p>
    <w:p w:rsidR="001831C2" w:rsidRDefault="001831C2" w:rsidP="00B15BBD">
      <w:pPr>
        <w:autoSpaceDE w:val="0"/>
        <w:autoSpaceDN w:val="0"/>
        <w:adjustRightInd w:val="0"/>
        <w:ind w:firstLine="708"/>
        <w:jc w:val="both"/>
        <w:rPr>
          <w:color w:val="000000"/>
          <w:lang w:val="sk-SK"/>
        </w:rPr>
      </w:pPr>
      <w:r>
        <w:rPr>
          <w:color w:val="000000"/>
          <w:lang w:val="sk-SK"/>
        </w:rPr>
        <w:t>Výtvarná výchova je predmet, ktorý prostredníctvom autentických skúsenosti získaných výtvarnou činnosťou – intenzívnych zážitkov dobrodružstva tvorby a seba vyjadrovania – rozvíja osobnosť žiaka v úplnosti jej cítenia, vnímania, intuície, fantázie i analytického myslenia – vedomých i nevedomých duševných aktivít. Týmto napĺňa VV svoje jedinečne poslanie v celom edukačnom procese. Výtvarné aktivity predstavujú širokú škálu činnosti, ktorú na jednej strane vymedzuje prirodzený detsky záujem, duševný, citový rozvoj a rozvoj schopnosti vyjadrovať svoje predstavy – a na druhej strane bohatosť vyjadrovacích foriem (jazyka), ktorú ponúkajú rôzne druhy vizuálnych umení súčasnosti.</w:t>
      </w:r>
    </w:p>
    <w:p w:rsidR="001831C2" w:rsidRDefault="001831C2" w:rsidP="00B15BBD">
      <w:pPr>
        <w:autoSpaceDE w:val="0"/>
        <w:autoSpaceDN w:val="0"/>
        <w:adjustRightInd w:val="0"/>
        <w:jc w:val="both"/>
        <w:rPr>
          <w:color w:val="000000"/>
          <w:lang w:val="sk-SK"/>
        </w:rPr>
      </w:pPr>
    </w:p>
    <w:p w:rsidR="001831C2" w:rsidRDefault="001831C2" w:rsidP="00B15BBD">
      <w:pPr>
        <w:autoSpaceDE w:val="0"/>
        <w:autoSpaceDN w:val="0"/>
        <w:adjustRightInd w:val="0"/>
        <w:ind w:firstLine="708"/>
        <w:jc w:val="both"/>
        <w:rPr>
          <w:color w:val="000000"/>
          <w:lang w:val="sk-SK"/>
        </w:rPr>
      </w:pPr>
      <w:r>
        <w:rPr>
          <w:color w:val="000000"/>
          <w:lang w:val="sk-SK"/>
        </w:rPr>
        <w:t>Predmet výtvarná výchova v sebe zahŕňa okrem tradičných a nových výtvarných disciplín aj ďalšie druhy vizuálnych umení ako: dizajn v jeho rôznych polohách (výrobkový, komunikačný, odevný, textilný, telový, vizuálnu reklamu), fotografiu, architektúru, elektronické médiá a multimédiá (video a film).</w:t>
      </w:r>
    </w:p>
    <w:p w:rsidR="001831C2" w:rsidRDefault="001831C2" w:rsidP="00B15BBD">
      <w:pPr>
        <w:autoSpaceDE w:val="0"/>
        <w:autoSpaceDN w:val="0"/>
        <w:adjustRightInd w:val="0"/>
        <w:jc w:val="both"/>
        <w:rPr>
          <w:color w:val="000000"/>
          <w:lang w:val="sk-SK"/>
        </w:rPr>
      </w:pPr>
    </w:p>
    <w:p w:rsidR="001831C2" w:rsidRDefault="001831C2" w:rsidP="00B15BBD">
      <w:pPr>
        <w:autoSpaceDE w:val="0"/>
        <w:autoSpaceDN w:val="0"/>
        <w:adjustRightInd w:val="0"/>
        <w:ind w:firstLine="708"/>
        <w:jc w:val="both"/>
        <w:rPr>
          <w:color w:val="000000"/>
          <w:lang w:val="sk-SK"/>
        </w:rPr>
      </w:pPr>
      <w:r>
        <w:rPr>
          <w:color w:val="000000"/>
          <w:lang w:val="sk-SK"/>
        </w:rPr>
        <w:t>Výtvarná výchova plynulo nadväzuje na prirodzený záujem dieťaťa o výtvarné vyjadrovanie svojich predstav, na bohatosť detskej fantázie a obrazotvornosti, zvedavosť a príťažlivosť objavovania nových možnosti, pretože výtvarné činnosti predstavujú pre väčšinu deti hravú činnosť a priamy prostriedok materializácie vlastných predstav. Edukačný proces VV, ako proces tvorivý, zvyšuje nárok na vedomú operatívnosť s vyjadrovacími prostriedkami (používanie jazyka) v priebehu postupného dospievania žiaka: vedie žiaka od detskej spontánnosti k svojbytnému vyjadrovaniu – formuje vlastne spôsoby sebavyjadrovania (štýl) a vlastne postoje a hodnotiace názory. Edukačný proces pozostáva zo zložiek: vyjadrovacej a interpretačnej, výchovnej a vzdelávacej. Tieto zložky sa vo VV prelínajú, nemožno ich chápať izolovane. Výtvarné činnosti predstavujú zároveň poznávanie umenia a chápanie jeho zmyslu. Otvárajú tak žiakovi možnosti zaradiť sa do kultúrnej tradície na úrovni súčasného myslenia, možnosti jeho aktívneho začleňovania sa do kultúry.</w:t>
      </w:r>
    </w:p>
    <w:p w:rsidR="001831C2" w:rsidRDefault="001831C2" w:rsidP="00B15BBD">
      <w:pPr>
        <w:autoSpaceDE w:val="0"/>
        <w:autoSpaceDN w:val="0"/>
        <w:adjustRightInd w:val="0"/>
        <w:jc w:val="both"/>
        <w:rPr>
          <w:color w:val="000000"/>
          <w:lang w:val="sk-SK"/>
        </w:rPr>
      </w:pPr>
    </w:p>
    <w:p w:rsidR="001831C2" w:rsidRDefault="001831C2" w:rsidP="00B15BBD">
      <w:pPr>
        <w:autoSpaceDE w:val="0"/>
        <w:autoSpaceDN w:val="0"/>
        <w:adjustRightInd w:val="0"/>
        <w:jc w:val="both"/>
        <w:rPr>
          <w:color w:val="000000"/>
          <w:lang w:val="sk-SK"/>
        </w:rPr>
      </w:pPr>
      <w:r>
        <w:rPr>
          <w:color w:val="000000"/>
          <w:lang w:val="sk-SK"/>
        </w:rPr>
        <w:t>Metodické východiská predmetu sú:</w:t>
      </w:r>
    </w:p>
    <w:p w:rsidR="001831C2" w:rsidRDefault="001831C2" w:rsidP="00B15BBD">
      <w:pPr>
        <w:autoSpaceDE w:val="0"/>
        <w:autoSpaceDN w:val="0"/>
        <w:adjustRightInd w:val="0"/>
        <w:jc w:val="both"/>
        <w:rPr>
          <w:color w:val="000000"/>
          <w:lang w:val="sk-SK"/>
        </w:rPr>
      </w:pPr>
      <w:r>
        <w:rPr>
          <w:color w:val="000000"/>
          <w:lang w:val="sk-SK"/>
        </w:rPr>
        <w:t>a) v zážitkoch procesov (formálnych, technických i myšlienkových) výtvarných a vizuálnych</w:t>
      </w:r>
    </w:p>
    <w:p w:rsidR="001831C2" w:rsidRDefault="001831C2" w:rsidP="00B15BBD">
      <w:pPr>
        <w:autoSpaceDE w:val="0"/>
        <w:autoSpaceDN w:val="0"/>
        <w:adjustRightInd w:val="0"/>
        <w:jc w:val="both"/>
        <w:rPr>
          <w:color w:val="000000"/>
          <w:lang w:val="sk-SK"/>
        </w:rPr>
      </w:pPr>
      <w:r>
        <w:rPr>
          <w:color w:val="000000"/>
          <w:lang w:val="sk-SK"/>
        </w:rPr>
        <w:t>umení. Sú založené na súčasnom stave poznania vizuálnej kultúry. Žiak spracováva symboly, ktoré vizuálne vyjadrujú jeho predstavy a fantazijné koncepty, alebo sa odvolávajú na javovú stránku sveta (realitu). Spracováva ich mentálne (konceptualizuje ich, predstavuje si možný spôsob ich vyjadrenia) i formálne (pokúša sa svoj koncept realizovať v materiáloch prostredníctvom nástrojov a technik). To kladie vyššie nároky na senzomotorické a afektívne ciele predmetu a tým dopĺňa predmety v ktorých prevažuje kognitívny cieľ. Výtvarná výchova ma aj potenciál integrovať niektoré poznatky a procesy iných predmetov, pretože vo vizuálnom vyjadrovaní možno nachádzať analógie nielen s vyjadrovacími prostriedkami iných umení (hudba, literatúra, dramaticko-pohybové umenie) ale aj s mnohými prírodnými javmi, fyzikálnymi a biologickými procesmi, matematickými postupmi a pod. Preto môže VV vytvárať veľmi prospešnú spoločnú platformu aj pre zdanlivo vzdialene predmety a posilňovať medzipredmetové vzťahy. Predmet vytvára tiež priestor pre synestetické vnímanie</w:t>
      </w:r>
    </w:p>
    <w:p w:rsidR="001831C2" w:rsidRDefault="001831C2" w:rsidP="00B15BBD">
      <w:pPr>
        <w:autoSpaceDE w:val="0"/>
        <w:autoSpaceDN w:val="0"/>
        <w:adjustRightInd w:val="0"/>
        <w:jc w:val="both"/>
        <w:rPr>
          <w:color w:val="000000"/>
          <w:lang w:val="sk-SK"/>
        </w:rPr>
      </w:pPr>
      <w:r>
        <w:rPr>
          <w:color w:val="000000"/>
          <w:lang w:val="sk-SK"/>
        </w:rPr>
        <w:t>sveta, pre uplatnenie zmyslových modalít čuchu, hmatu a chuti, ktoré nie sú zahrnuté v tradičnom obsahu nášho vzdelávania.</w:t>
      </w:r>
    </w:p>
    <w:p w:rsidR="001831C2" w:rsidRDefault="001831C2" w:rsidP="00B15BBD">
      <w:pPr>
        <w:autoSpaceDE w:val="0"/>
        <w:autoSpaceDN w:val="0"/>
        <w:adjustRightInd w:val="0"/>
        <w:jc w:val="both"/>
        <w:rPr>
          <w:color w:val="000000"/>
          <w:lang w:val="sk-SK"/>
        </w:rPr>
      </w:pPr>
    </w:p>
    <w:p w:rsidR="001831C2" w:rsidRDefault="001831C2" w:rsidP="00B15BBD">
      <w:pPr>
        <w:autoSpaceDE w:val="0"/>
        <w:autoSpaceDN w:val="0"/>
        <w:adjustRightInd w:val="0"/>
        <w:jc w:val="both"/>
        <w:rPr>
          <w:color w:val="000000"/>
          <w:lang w:val="sk-SK"/>
        </w:rPr>
      </w:pPr>
      <w:r>
        <w:rPr>
          <w:color w:val="000000"/>
          <w:lang w:val="sk-SK"/>
        </w:rPr>
        <w:t>b) v témach /námetoch zobrazovania, ktoré vnímame z hľadiska:</w:t>
      </w:r>
    </w:p>
    <w:p w:rsidR="001831C2" w:rsidRDefault="001831C2" w:rsidP="00B15BBD">
      <w:pPr>
        <w:autoSpaceDE w:val="0"/>
        <w:autoSpaceDN w:val="0"/>
        <w:adjustRightInd w:val="0"/>
        <w:jc w:val="both"/>
        <w:rPr>
          <w:color w:val="000000"/>
          <w:lang w:val="sk-SK"/>
        </w:rPr>
      </w:pPr>
      <w:r>
        <w:rPr>
          <w:color w:val="000000"/>
          <w:lang w:val="sk-SK"/>
        </w:rPr>
        <w:t>• osobnosti a veku žiaka,</w:t>
      </w:r>
    </w:p>
    <w:p w:rsidR="001831C2" w:rsidRDefault="001831C2" w:rsidP="00B15BBD">
      <w:pPr>
        <w:autoSpaceDE w:val="0"/>
        <w:autoSpaceDN w:val="0"/>
        <w:adjustRightInd w:val="0"/>
        <w:jc w:val="both"/>
        <w:rPr>
          <w:color w:val="000000"/>
          <w:lang w:val="sk-SK"/>
        </w:rPr>
      </w:pPr>
      <w:r>
        <w:rPr>
          <w:color w:val="000000"/>
          <w:lang w:val="sk-SK"/>
        </w:rPr>
        <w:t>• edukačných cieľov,</w:t>
      </w:r>
    </w:p>
    <w:p w:rsidR="001831C2" w:rsidRDefault="001831C2" w:rsidP="00B15BBD">
      <w:pPr>
        <w:autoSpaceDE w:val="0"/>
        <w:autoSpaceDN w:val="0"/>
        <w:adjustRightInd w:val="0"/>
        <w:jc w:val="both"/>
        <w:rPr>
          <w:color w:val="000000"/>
          <w:lang w:val="sk-SK"/>
        </w:rPr>
      </w:pPr>
      <w:r>
        <w:rPr>
          <w:color w:val="000000"/>
          <w:lang w:val="sk-SK"/>
        </w:rPr>
        <w:t>• kultúrno-spoločenskej reality.</w:t>
      </w:r>
    </w:p>
    <w:p w:rsidR="001831C2" w:rsidRDefault="001831C2" w:rsidP="00B15BBD">
      <w:pPr>
        <w:autoSpaceDE w:val="0"/>
        <w:autoSpaceDN w:val="0"/>
        <w:adjustRightInd w:val="0"/>
        <w:jc w:val="both"/>
        <w:rPr>
          <w:color w:val="000000"/>
          <w:lang w:val="sk-SK"/>
        </w:rPr>
      </w:pPr>
      <w:r>
        <w:rPr>
          <w:color w:val="000000"/>
          <w:lang w:val="sk-SK"/>
        </w:rPr>
        <w:t>Výtvarná výchova predstavuje z hľadiska obsahu vyučovania ako celku (kurikula) jedinečnú</w:t>
      </w:r>
    </w:p>
    <w:p w:rsidR="001831C2" w:rsidRDefault="001831C2" w:rsidP="00B15BBD">
      <w:pPr>
        <w:autoSpaceDE w:val="0"/>
        <w:autoSpaceDN w:val="0"/>
        <w:adjustRightInd w:val="0"/>
        <w:jc w:val="both"/>
        <w:rPr>
          <w:color w:val="000000"/>
          <w:lang w:val="sk-SK"/>
        </w:rPr>
      </w:pPr>
      <w:r>
        <w:rPr>
          <w:color w:val="000000"/>
          <w:lang w:val="sk-SK"/>
        </w:rPr>
        <w:t>možnosť tematizovať základné antropologické koncepty:</w:t>
      </w:r>
    </w:p>
    <w:p w:rsidR="001831C2" w:rsidRDefault="001831C2" w:rsidP="00B15BBD">
      <w:pPr>
        <w:autoSpaceDE w:val="0"/>
        <w:autoSpaceDN w:val="0"/>
        <w:adjustRightInd w:val="0"/>
        <w:jc w:val="both"/>
        <w:rPr>
          <w:color w:val="000000"/>
          <w:lang w:val="sk-SK"/>
        </w:rPr>
      </w:pPr>
      <w:r>
        <w:rPr>
          <w:color w:val="000000"/>
          <w:lang w:val="sk-SK"/>
        </w:rPr>
        <w:t>– koncepty časopriestoru (čas, priestor, pohyb, mierka, hĺbka, výška, šírka …),</w:t>
      </w:r>
    </w:p>
    <w:p w:rsidR="001831C2" w:rsidRDefault="001831C2" w:rsidP="00B15BBD">
      <w:pPr>
        <w:autoSpaceDE w:val="0"/>
        <w:autoSpaceDN w:val="0"/>
        <w:adjustRightInd w:val="0"/>
        <w:jc w:val="both"/>
        <w:rPr>
          <w:color w:val="000000"/>
          <w:lang w:val="sk-SK"/>
        </w:rPr>
      </w:pPr>
      <w:r>
        <w:rPr>
          <w:color w:val="000000"/>
          <w:lang w:val="sk-SK"/>
        </w:rPr>
        <w:t>– kultúrne arche typy vyjadrovania prírody (živly, prírodné polarity, procesy...),</w:t>
      </w:r>
    </w:p>
    <w:p w:rsidR="001831C2" w:rsidRDefault="001831C2" w:rsidP="00B15BBD">
      <w:pPr>
        <w:autoSpaceDE w:val="0"/>
        <w:autoSpaceDN w:val="0"/>
        <w:adjustRightInd w:val="0"/>
        <w:jc w:val="both"/>
        <w:rPr>
          <w:color w:val="000000"/>
          <w:lang w:val="sk-SK"/>
        </w:rPr>
      </w:pPr>
      <w:r>
        <w:rPr>
          <w:color w:val="000000"/>
          <w:lang w:val="sk-SK"/>
        </w:rPr>
        <w:t>– kategórie estetického prežívania (krása, škaredosť, neurčitosť, drsnosť, jemnosť ...),</w:t>
      </w:r>
    </w:p>
    <w:p w:rsidR="001831C2" w:rsidRDefault="001831C2" w:rsidP="00B15BBD">
      <w:pPr>
        <w:autoSpaceDE w:val="0"/>
        <w:autoSpaceDN w:val="0"/>
        <w:adjustRightInd w:val="0"/>
        <w:jc w:val="both"/>
        <w:rPr>
          <w:color w:val="000000"/>
          <w:lang w:val="sk-SK"/>
        </w:rPr>
      </w:pPr>
      <w:r>
        <w:rPr>
          <w:color w:val="000000"/>
          <w:lang w:val="sk-SK"/>
        </w:rPr>
        <w:t>– kategórie uvedomovania si osobnej a kultúrnej identity (ja, iný, cudzinec, priateľ,</w:t>
      </w:r>
    </w:p>
    <w:p w:rsidR="001831C2" w:rsidRDefault="001831C2" w:rsidP="00B15BBD">
      <w:pPr>
        <w:autoSpaceDE w:val="0"/>
        <w:autoSpaceDN w:val="0"/>
        <w:adjustRightInd w:val="0"/>
        <w:jc w:val="both"/>
        <w:rPr>
          <w:color w:val="000000"/>
          <w:lang w:val="sk-SK"/>
        </w:rPr>
      </w:pPr>
      <w:r>
        <w:rPr>
          <w:color w:val="000000"/>
          <w:lang w:val="sk-SK"/>
        </w:rPr>
        <w:t>postihnutý,...), kultúrne rozdielnosti vo vizuálnom vyjadrovaní sveta, vo vkuse a názoroch</w:t>
      </w:r>
    </w:p>
    <w:p w:rsidR="001831C2" w:rsidRDefault="001831C2" w:rsidP="00B15BBD">
      <w:pPr>
        <w:autoSpaceDE w:val="0"/>
        <w:autoSpaceDN w:val="0"/>
        <w:adjustRightInd w:val="0"/>
        <w:jc w:val="both"/>
        <w:rPr>
          <w:color w:val="000000"/>
          <w:lang w:val="sk-SK"/>
        </w:rPr>
      </w:pPr>
      <w:r>
        <w:rPr>
          <w:color w:val="000000"/>
          <w:lang w:val="sk-SK"/>
        </w:rPr>
        <w:t>iných ľudí),</w:t>
      </w:r>
    </w:p>
    <w:p w:rsidR="001831C2" w:rsidRDefault="001831C2" w:rsidP="00B15BBD">
      <w:pPr>
        <w:autoSpaceDE w:val="0"/>
        <w:autoSpaceDN w:val="0"/>
        <w:adjustRightInd w:val="0"/>
        <w:jc w:val="both"/>
        <w:rPr>
          <w:color w:val="000000"/>
          <w:lang w:val="sk-SK"/>
        </w:rPr>
      </w:pPr>
      <w:r>
        <w:rPr>
          <w:color w:val="000000"/>
          <w:lang w:val="sk-SK"/>
        </w:rPr>
        <w:t>– kategórie efektivity (radosť, bolesť, smútok, náladu ...).</w:t>
      </w:r>
    </w:p>
    <w:p w:rsidR="001831C2" w:rsidRDefault="001831C2" w:rsidP="00B15BBD">
      <w:pPr>
        <w:autoSpaceDE w:val="0"/>
        <w:autoSpaceDN w:val="0"/>
        <w:adjustRightInd w:val="0"/>
        <w:jc w:val="both"/>
        <w:rPr>
          <w:color w:val="000000"/>
          <w:lang w:val="sk-SK"/>
        </w:rPr>
      </w:pPr>
      <w:r>
        <w:rPr>
          <w:color w:val="000000"/>
          <w:lang w:val="sk-SK"/>
        </w:rPr>
        <w:t>Na rozdiel od iných predmetov, ktoré sa zaoberajú niektorými z týchto tém (prírodoveda,</w:t>
      </w:r>
    </w:p>
    <w:p w:rsidR="001831C2" w:rsidRDefault="001831C2" w:rsidP="00B15BBD">
      <w:pPr>
        <w:autoSpaceDE w:val="0"/>
        <w:autoSpaceDN w:val="0"/>
        <w:adjustRightInd w:val="0"/>
        <w:jc w:val="both"/>
        <w:rPr>
          <w:color w:val="000000"/>
          <w:lang w:val="sk-SK"/>
        </w:rPr>
      </w:pPr>
      <w:r>
        <w:rPr>
          <w:color w:val="000000"/>
          <w:lang w:val="sk-SK"/>
        </w:rPr>
        <w:t>čítanie, náboženská a etická výchova), VV angažuje osobnosť žiaka v inom zmysle: neučí sa</w:t>
      </w:r>
    </w:p>
    <w:p w:rsidR="001831C2" w:rsidRDefault="001831C2" w:rsidP="00B15BBD">
      <w:pPr>
        <w:autoSpaceDE w:val="0"/>
        <w:autoSpaceDN w:val="0"/>
        <w:adjustRightInd w:val="0"/>
        <w:jc w:val="both"/>
        <w:rPr>
          <w:color w:val="000000"/>
          <w:lang w:val="sk-SK"/>
        </w:rPr>
      </w:pPr>
      <w:r>
        <w:rPr>
          <w:color w:val="000000"/>
          <w:lang w:val="sk-SK"/>
        </w:rPr>
        <w:t>o nich,ale hľadá svoj spôsob ich vyjadrenia.</w:t>
      </w:r>
    </w:p>
    <w:p w:rsidR="001831C2" w:rsidRDefault="001831C2" w:rsidP="00B15BBD">
      <w:pPr>
        <w:autoSpaceDE w:val="0"/>
        <w:autoSpaceDN w:val="0"/>
        <w:adjustRightInd w:val="0"/>
        <w:jc w:val="both"/>
        <w:rPr>
          <w:color w:val="000000"/>
          <w:lang w:val="sk-SK"/>
        </w:rPr>
      </w:pPr>
    </w:p>
    <w:p w:rsidR="001831C2" w:rsidRDefault="001831C2" w:rsidP="00B15BBD">
      <w:pPr>
        <w:autoSpaceDE w:val="0"/>
        <w:autoSpaceDN w:val="0"/>
        <w:adjustRightInd w:val="0"/>
        <w:jc w:val="both"/>
        <w:rPr>
          <w:color w:val="000000"/>
          <w:lang w:val="sk-SK"/>
        </w:rPr>
      </w:pPr>
      <w:r>
        <w:rPr>
          <w:color w:val="000000"/>
          <w:lang w:val="sk-SK"/>
        </w:rPr>
        <w:t>c) v reflexii diel výtvarného umenia, dizajnu, architektúry, filmu a videa. Porozumenie jazyka</w:t>
      </w:r>
    </w:p>
    <w:p w:rsidR="001831C2" w:rsidRDefault="001831C2" w:rsidP="00B15BBD">
      <w:pPr>
        <w:autoSpaceDE w:val="0"/>
        <w:autoSpaceDN w:val="0"/>
        <w:adjustRightInd w:val="0"/>
        <w:jc w:val="both"/>
        <w:rPr>
          <w:color w:val="000000"/>
          <w:lang w:val="sk-SK"/>
        </w:rPr>
      </w:pPr>
      <w:r>
        <w:rPr>
          <w:color w:val="000000"/>
          <w:lang w:val="sk-SK"/>
        </w:rPr>
        <w:t>a vyjadrovacím prostriedkom vizuálnych umení vychováva zo žiaka gramotného vnímateľa a</w:t>
      </w:r>
    </w:p>
    <w:p w:rsidR="001831C2" w:rsidRDefault="001831C2" w:rsidP="00176801">
      <w:pPr>
        <w:autoSpaceDE w:val="0"/>
        <w:autoSpaceDN w:val="0"/>
        <w:adjustRightInd w:val="0"/>
        <w:jc w:val="both"/>
        <w:rPr>
          <w:b/>
          <w:bCs/>
          <w:lang w:val="sk-SK"/>
        </w:rPr>
      </w:pPr>
      <w:r>
        <w:rPr>
          <w:color w:val="000000"/>
          <w:lang w:val="sk-SK"/>
        </w:rPr>
        <w:t xml:space="preserve">používateľa vizuálnej kultúry. </w:t>
      </w:r>
    </w:p>
    <w:p w:rsidR="001831C2" w:rsidRDefault="001831C2" w:rsidP="00B15BBD">
      <w:pPr>
        <w:jc w:val="both"/>
        <w:rPr>
          <w:b/>
          <w:bCs/>
        </w:rPr>
      </w:pPr>
    </w:p>
    <w:p w:rsidR="001831C2" w:rsidRDefault="001831C2" w:rsidP="00B15BBD">
      <w:pPr>
        <w:jc w:val="both"/>
        <w:rPr>
          <w:b/>
          <w:bCs/>
        </w:rPr>
      </w:pPr>
      <w:r>
        <w:rPr>
          <w:b/>
          <w:bCs/>
        </w:rPr>
        <w:t>Časová dotácia</w:t>
      </w:r>
    </w:p>
    <w:p w:rsidR="001831C2" w:rsidRDefault="001831C2" w:rsidP="00B15BBD">
      <w:pPr>
        <w:jc w:val="both"/>
        <w:rPr>
          <w:b/>
          <w:bCs/>
        </w:rPr>
      </w:pPr>
      <w:r>
        <w:rPr>
          <w:b/>
          <w:bCs/>
        </w:rPr>
        <w:t xml:space="preserve">►  </w:t>
      </w:r>
      <w:r>
        <w:t>4. ročník</w:t>
      </w:r>
    </w:p>
    <w:p w:rsidR="001831C2" w:rsidRDefault="001831C2" w:rsidP="00B15BBD">
      <w:pPr>
        <w:jc w:val="both"/>
      </w:pPr>
      <w:r>
        <w:rPr>
          <w:b/>
          <w:bCs/>
        </w:rPr>
        <w:t xml:space="preserve">►  </w:t>
      </w:r>
      <w:r>
        <w:t>1 hodina týždenne/ 33 hodín ročne</w:t>
      </w:r>
    </w:p>
    <w:p w:rsidR="001831C2" w:rsidRDefault="001831C2" w:rsidP="00B15BBD">
      <w:pPr>
        <w:jc w:val="both"/>
      </w:pPr>
    </w:p>
    <w:p w:rsidR="001831C2" w:rsidRDefault="001831C2" w:rsidP="00B15BBD">
      <w:pPr>
        <w:jc w:val="both"/>
        <w:rPr>
          <w:b/>
          <w:bCs/>
        </w:rPr>
      </w:pPr>
      <w:r>
        <w:rPr>
          <w:b/>
          <w:bCs/>
        </w:rPr>
        <w:t>Miesto realizácie</w:t>
      </w:r>
    </w:p>
    <w:p w:rsidR="001831C2" w:rsidRDefault="001831C2" w:rsidP="00B15BBD">
      <w:pPr>
        <w:jc w:val="both"/>
      </w:pPr>
      <w:r>
        <w:t>► trieda</w:t>
      </w:r>
    </w:p>
    <w:p w:rsidR="001831C2" w:rsidRDefault="001831C2" w:rsidP="00B15BBD">
      <w:pPr>
        <w:jc w:val="both"/>
      </w:pPr>
      <w:r>
        <w:t>► školská záhrada, park, okolie hradu</w:t>
      </w:r>
    </w:p>
    <w:p w:rsidR="001831C2" w:rsidRDefault="001831C2" w:rsidP="00B15BBD">
      <w:pPr>
        <w:jc w:val="both"/>
      </w:pPr>
      <w:r>
        <w:t>► počítačová učebňa</w:t>
      </w:r>
    </w:p>
    <w:p w:rsidR="001831C2" w:rsidRDefault="001831C2" w:rsidP="00B15BBD">
      <w:pPr>
        <w:jc w:val="both"/>
      </w:pPr>
    </w:p>
    <w:p w:rsidR="001831C2" w:rsidRDefault="001831C2" w:rsidP="00B15BBD">
      <w:pPr>
        <w:jc w:val="both"/>
        <w:rPr>
          <w:b/>
          <w:bCs/>
        </w:rPr>
      </w:pPr>
    </w:p>
    <w:p w:rsidR="001831C2" w:rsidRDefault="001831C2" w:rsidP="00B15BBD">
      <w:pPr>
        <w:widowControl w:val="0"/>
        <w:numPr>
          <w:ilvl w:val="1"/>
          <w:numId w:val="2"/>
        </w:numPr>
        <w:suppressAutoHyphens/>
        <w:rPr>
          <w:b/>
          <w:bCs/>
        </w:rPr>
      </w:pPr>
      <w:r>
        <w:rPr>
          <w:b/>
          <w:bCs/>
        </w:rPr>
        <w:t>Ciele vyučovacieho predmetu</w:t>
      </w:r>
    </w:p>
    <w:p w:rsidR="001831C2" w:rsidRDefault="001831C2" w:rsidP="00B15BBD">
      <w:pPr>
        <w:jc w:val="both"/>
        <w:rPr>
          <w:b/>
          <w:bCs/>
        </w:rPr>
      </w:pPr>
    </w:p>
    <w:p w:rsidR="001831C2" w:rsidRDefault="001831C2" w:rsidP="00B15BBD">
      <w:pPr>
        <w:jc w:val="both"/>
        <w:rPr>
          <w:b/>
          <w:bCs/>
        </w:rPr>
      </w:pPr>
    </w:p>
    <w:p w:rsidR="001831C2" w:rsidRDefault="001831C2" w:rsidP="00B15BBD">
      <w:pPr>
        <w:pStyle w:val="Noparagraphstyle"/>
        <w:spacing w:line="240" w:lineRule="auto"/>
        <w:jc w:val="both"/>
        <w:rPr>
          <w:lang w:val="sk-SK"/>
        </w:rPr>
      </w:pPr>
      <w:r>
        <w:rPr>
          <w:lang w:val="sk-SK"/>
        </w:rPr>
        <w:t>Ciele výtvarnej výchovy na úrovni primárneho vzdelávania sú:</w:t>
      </w:r>
    </w:p>
    <w:p w:rsidR="001831C2" w:rsidRDefault="001831C2" w:rsidP="00B15BBD">
      <w:pPr>
        <w:pStyle w:val="Noparagraphstyle"/>
        <w:spacing w:line="240" w:lineRule="auto"/>
        <w:jc w:val="both"/>
        <w:rPr>
          <w:lang w:val="sk-SK"/>
        </w:rPr>
      </w:pPr>
    </w:p>
    <w:p w:rsidR="001831C2" w:rsidRDefault="001831C2" w:rsidP="00B15BBD">
      <w:pPr>
        <w:pStyle w:val="Noparagraphstyle"/>
        <w:spacing w:line="240" w:lineRule="auto"/>
        <w:jc w:val="both"/>
        <w:rPr>
          <w:b/>
          <w:bCs/>
          <w:lang w:val="sk-SK"/>
        </w:rPr>
      </w:pPr>
      <w:r>
        <w:rPr>
          <w:b/>
          <w:bCs/>
          <w:lang w:val="sk-SK"/>
        </w:rPr>
        <w:t>Kognitívne ciele</w:t>
      </w:r>
    </w:p>
    <w:p w:rsidR="001831C2" w:rsidRDefault="001831C2" w:rsidP="00B15BBD">
      <w:pPr>
        <w:pStyle w:val="Noparagraphstyle"/>
        <w:spacing w:line="240" w:lineRule="auto"/>
        <w:jc w:val="both"/>
        <w:rPr>
          <w:lang w:val="sk-SK"/>
        </w:rPr>
      </w:pPr>
      <w:r>
        <w:rPr>
          <w:lang w:val="sk-SK"/>
        </w:rPr>
        <w:t>Poznávať jazyk vizuálnych médií. Učiť ho poznať používať jazykové prostriedky, základné kompozičné princípy, vybrané techniky a procesy vizuálnych médií. Poznávať a vedieť pomenovať pôsobenie (výraz) umeleckých diel, svoj zážitok z nich. Poznať vybrané typické diela vizuálnej kultúry, reprezentujúce žánre a niektoré štýlové obdobia.</w:t>
      </w:r>
    </w:p>
    <w:p w:rsidR="001831C2" w:rsidRDefault="001831C2" w:rsidP="00B15BBD">
      <w:pPr>
        <w:pStyle w:val="Noparagraphstyle"/>
        <w:spacing w:line="240" w:lineRule="auto"/>
        <w:jc w:val="both"/>
        <w:rPr>
          <w:b/>
          <w:bCs/>
          <w:lang w:val="sk-SK"/>
        </w:rPr>
      </w:pPr>
    </w:p>
    <w:p w:rsidR="001831C2" w:rsidRDefault="001831C2" w:rsidP="00B15BBD">
      <w:pPr>
        <w:pStyle w:val="Noparagraphstyle"/>
        <w:spacing w:line="240" w:lineRule="auto"/>
        <w:jc w:val="both"/>
        <w:rPr>
          <w:b/>
          <w:bCs/>
          <w:lang w:val="sk-SK"/>
        </w:rPr>
      </w:pPr>
      <w:r>
        <w:rPr>
          <w:b/>
          <w:bCs/>
          <w:lang w:val="sk-SK"/>
        </w:rPr>
        <w:t>Senzomotorické ciele</w:t>
      </w:r>
    </w:p>
    <w:p w:rsidR="001831C2" w:rsidRDefault="001831C2" w:rsidP="00B15BBD">
      <w:pPr>
        <w:pStyle w:val="Noparagraphstyle"/>
        <w:spacing w:line="240" w:lineRule="auto"/>
        <w:jc w:val="both"/>
        <w:rPr>
          <w:lang w:val="sk-SK"/>
        </w:rPr>
      </w:pPr>
      <w:r>
        <w:rPr>
          <w:lang w:val="sk-SK"/>
        </w:rPr>
        <w:t>Rozvíjať tvorivosť.</w:t>
      </w:r>
      <w:r>
        <w:rPr>
          <w:b/>
          <w:bCs/>
          <w:lang w:val="sk-SK"/>
        </w:rPr>
        <w:t xml:space="preserve"> </w:t>
      </w:r>
      <w:r>
        <w:rPr>
          <w:lang w:val="sk-SK"/>
        </w:rPr>
        <w:t>Umožniť žiakovi rozvíjať a kultivovať vnímanie, predstavivosť a fantáziu, podporovať a podnecovať jeho nápaditosť a tvorivú sebarealizáciu, prekonávanie konvenčných schém a inovovanie naučených myšlienkových a zobrazovacích vzorcov.  Formovať a rozvíjať gramotnosť (zručnosti) žiaka v oblasti vyjadrovania sa výtvarnými prostriedkami prostredníctvom vybraných médií, nástrojov a techník.</w:t>
      </w:r>
    </w:p>
    <w:p w:rsidR="001831C2" w:rsidRDefault="001831C2" w:rsidP="00B15BBD">
      <w:pPr>
        <w:pStyle w:val="Noparagraphstyle"/>
        <w:spacing w:line="240" w:lineRule="auto"/>
        <w:jc w:val="both"/>
        <w:rPr>
          <w:b/>
          <w:bCs/>
          <w:lang w:val="sk-SK"/>
        </w:rPr>
      </w:pPr>
    </w:p>
    <w:p w:rsidR="001831C2" w:rsidRDefault="001831C2" w:rsidP="00B15BBD">
      <w:pPr>
        <w:pStyle w:val="Noparagraphstyle"/>
        <w:spacing w:line="240" w:lineRule="auto"/>
        <w:jc w:val="both"/>
        <w:rPr>
          <w:b/>
          <w:bCs/>
          <w:lang w:val="sk-SK"/>
        </w:rPr>
      </w:pPr>
      <w:r>
        <w:rPr>
          <w:b/>
          <w:bCs/>
          <w:lang w:val="sk-SK"/>
        </w:rPr>
        <w:t>Socioafektívne ciele</w:t>
      </w:r>
    </w:p>
    <w:p w:rsidR="001831C2" w:rsidRDefault="001831C2" w:rsidP="00B15BBD">
      <w:pPr>
        <w:pStyle w:val="Noparagraphstyle"/>
        <w:spacing w:line="240" w:lineRule="auto"/>
        <w:jc w:val="both"/>
        <w:rPr>
          <w:lang w:val="sk-SK"/>
        </w:rPr>
      </w:pPr>
      <w:r>
        <w:rPr>
          <w:lang w:val="sk-SK"/>
        </w:rPr>
        <w:t>Formovať kultúrne a postoje. Vychovávať žiaka smerom k vytváraniu si primeraných kultúrnych postojov, názorov a hodnotových kritérií; cez zážitok aktívneho vyjadrovania a vnímania umeleckých diel uvádzať ho do poznávania hodnôt umenia a kultúry – vo vzťahu k tradícií, ale na úrovni aktuálneho vnímania problematiky vyjadrovania sveta umením.</w:t>
      </w:r>
    </w:p>
    <w:p w:rsidR="001831C2" w:rsidRDefault="001831C2" w:rsidP="00B15BBD">
      <w:pPr>
        <w:pStyle w:val="Noparagraphstyle"/>
        <w:spacing w:line="240" w:lineRule="auto"/>
        <w:jc w:val="both"/>
        <w:rPr>
          <w:lang w:val="sk-SK"/>
        </w:rPr>
      </w:pPr>
    </w:p>
    <w:p w:rsidR="001831C2" w:rsidRDefault="001831C2" w:rsidP="00B15BBD">
      <w:pPr>
        <w:pStyle w:val="Noparagraphstyle"/>
        <w:spacing w:line="240" w:lineRule="auto"/>
        <w:jc w:val="both"/>
        <w:rPr>
          <w:b/>
          <w:bCs/>
          <w:lang w:val="sk-SK"/>
        </w:rPr>
      </w:pPr>
      <w:r>
        <w:rPr>
          <w:lang w:val="sk-SK"/>
        </w:rPr>
        <w:t>Osnovy VV okrem toho podporujú medzipredmetové väzby, interdisciplinárnosť vyučovania, pri zachovaní špecifík spôsobu poznávania sveta prostredníctvom výtvarnej výchovy. Zapájajú citovosť, afektivitu, expresivitu a obrazovú konceptualizáciu, ktoré sú vlastné výtvarnému vyjadrovaniu, do vzťahu aj s inými, prevažne kognitívnymi predmetmi.</w:t>
      </w:r>
    </w:p>
    <w:p w:rsidR="001831C2" w:rsidRDefault="001831C2" w:rsidP="00B15BBD">
      <w:pPr>
        <w:jc w:val="both"/>
      </w:pPr>
    </w:p>
    <w:p w:rsidR="001831C2" w:rsidRDefault="001831C2" w:rsidP="00B15BBD">
      <w:pPr>
        <w:rPr>
          <w:b/>
          <w:bCs/>
        </w:rPr>
      </w:pPr>
    </w:p>
    <w:p w:rsidR="001831C2" w:rsidRDefault="001831C2" w:rsidP="00B15BBD">
      <w:pPr>
        <w:widowControl w:val="0"/>
        <w:numPr>
          <w:ilvl w:val="1"/>
          <w:numId w:val="2"/>
        </w:numPr>
        <w:suppressAutoHyphens/>
        <w:rPr>
          <w:b/>
          <w:bCs/>
        </w:rPr>
      </w:pPr>
      <w:r>
        <w:rPr>
          <w:b/>
          <w:bCs/>
        </w:rPr>
        <w:t>Výchovné a vzdelávacie stratégie</w:t>
      </w:r>
    </w:p>
    <w:p w:rsidR="001831C2" w:rsidRDefault="001831C2" w:rsidP="00B15BBD">
      <w:pPr>
        <w:widowControl w:val="0"/>
        <w:suppressAutoHyphens/>
        <w:ind w:left="1080"/>
        <w:rPr>
          <w:b/>
          <w:bCs/>
        </w:rPr>
      </w:pPr>
    </w:p>
    <w:p w:rsidR="001831C2" w:rsidRDefault="001831C2" w:rsidP="00B15BBD">
      <w:pPr>
        <w:jc w:val="both"/>
        <w:rPr>
          <w:lang w:val="sk-SK"/>
        </w:rPr>
      </w:pPr>
      <w:r>
        <w:rPr>
          <w:lang w:val="sk-SK"/>
        </w:rPr>
        <w:t>Vo vyučovaní výtvarnej výchovy  odporúčame v edukačnom procese použitie konkrétne týchto metód:</w:t>
      </w:r>
    </w:p>
    <w:p w:rsidR="001831C2" w:rsidRDefault="001831C2" w:rsidP="00B15BBD">
      <w:pPr>
        <w:jc w:val="both"/>
        <w:rPr>
          <w:lang w:val="sk-SK"/>
        </w:rPr>
      </w:pPr>
      <w:r>
        <w:rPr>
          <w:lang w:val="sk-SK"/>
        </w:rPr>
        <w:t xml:space="preserve"> reproduktívne metódy, aby si žiaci vytvorili zručnosti a návyky, metódy rozvíjania tvorivosti, metódy produktívne,</w:t>
      </w:r>
    </w:p>
    <w:p w:rsidR="001831C2" w:rsidRDefault="001831C2" w:rsidP="00B15BBD">
      <w:pPr>
        <w:jc w:val="both"/>
        <w:rPr>
          <w:lang w:val="sk-SK"/>
        </w:rPr>
      </w:pPr>
      <w:r>
        <w:rPr>
          <w:lang w:val="sk-SK"/>
        </w:rPr>
        <w:t xml:space="preserve"> heurestické metódy, výskumné metódy, analytické metódy, syntetické metódy, metódy slovné (metódy hovoreného slova, monológ, dialóg),     metódy názorné (používanie ilustrácií, náčrtov, demonštrácia, modelovanie), praktické metódy (maľovanie, kreslenie,</w:t>
      </w:r>
    </w:p>
    <w:p w:rsidR="001831C2" w:rsidRDefault="001831C2" w:rsidP="00B15BBD">
      <w:pPr>
        <w:jc w:val="both"/>
        <w:rPr>
          <w:lang w:val="sk-SK"/>
        </w:rPr>
      </w:pPr>
      <w:r>
        <w:rPr>
          <w:lang w:val="sk-SK"/>
        </w:rPr>
        <w:t xml:space="preserve"> tupovanie, modelovanie, strihanie, trhanie, lepenie a iné...)</w:t>
      </w:r>
    </w:p>
    <w:p w:rsidR="001831C2" w:rsidRDefault="001831C2" w:rsidP="00B15BBD">
      <w:pPr>
        <w:jc w:val="both"/>
        <w:rPr>
          <w:lang w:val="sk-SK"/>
        </w:rPr>
      </w:pPr>
    </w:p>
    <w:p w:rsidR="001831C2" w:rsidRDefault="001831C2" w:rsidP="00B15BBD">
      <w:pPr>
        <w:jc w:val="both"/>
        <w:rPr>
          <w:lang w:val="sk-SK"/>
        </w:rPr>
      </w:pPr>
      <w:r>
        <w:rPr>
          <w:lang w:val="sk-SK"/>
        </w:rPr>
        <w:t>V širšom zmysle slova ako didaktické formy vyučovania výtvarnej výchovy môžeme použiť vyučovaciu hodinu v triede, vychádzku, exkurziu, vyučovaciu hodinu v počítačovej učebni. V užšom slova zmysle najčastejšie používame skupinové formy práce, ktoré zvyšujú kolektívnosť, humanizáciu a rozvíjajú aktivitu žiakov, učia pracovať v kolektíve. Ale aj samostatnú prácu, pri ktorej sa žiaci spoliehajú len na svoje zručnosti a schopnosti, tvorivosť. V niektorých prípadoch (vytváranie projektov, zhotovovanie jedného produktu) je na mieste využitie frontálnej formy práce, pri ktorej sa pracuje s celou triedou.</w:t>
      </w:r>
    </w:p>
    <w:p w:rsidR="001831C2" w:rsidRDefault="001831C2" w:rsidP="00B15BBD">
      <w:pPr>
        <w:jc w:val="both"/>
        <w:rPr>
          <w:lang w:val="sk-SK"/>
        </w:rPr>
      </w:pPr>
    </w:p>
    <w:p w:rsidR="001831C2" w:rsidRDefault="001831C2" w:rsidP="00B15BBD">
      <w:pPr>
        <w:jc w:val="both"/>
        <w:rPr>
          <w:lang w:val="sk-SK"/>
        </w:rPr>
      </w:pPr>
    </w:p>
    <w:p w:rsidR="001831C2" w:rsidRDefault="001831C2" w:rsidP="00B15BBD">
      <w:pPr>
        <w:jc w:val="both"/>
        <w:rPr>
          <w:lang w:val="sk-SK"/>
        </w:rPr>
      </w:pPr>
    </w:p>
    <w:p w:rsidR="001831C2" w:rsidRDefault="001831C2" w:rsidP="00B15BBD">
      <w:pPr>
        <w:jc w:val="both"/>
        <w:rPr>
          <w:lang w:val="sk-SK"/>
        </w:rPr>
      </w:pPr>
    </w:p>
    <w:p w:rsidR="001831C2" w:rsidRDefault="001831C2" w:rsidP="00B15BBD">
      <w:pPr>
        <w:jc w:val="both"/>
        <w:rPr>
          <w:lang w:val="sk-SK"/>
        </w:rPr>
      </w:pPr>
    </w:p>
    <w:p w:rsidR="001831C2" w:rsidRDefault="001831C2" w:rsidP="00B15BBD">
      <w:pPr>
        <w:jc w:val="both"/>
        <w:rPr>
          <w:lang w:val="sk-SK"/>
        </w:rPr>
      </w:pPr>
    </w:p>
    <w:p w:rsidR="001831C2" w:rsidRDefault="001831C2" w:rsidP="00B15BBD">
      <w:pPr>
        <w:jc w:val="both"/>
        <w:rPr>
          <w:lang w:val="sk-SK"/>
        </w:rPr>
      </w:pPr>
    </w:p>
    <w:p w:rsidR="001831C2" w:rsidRDefault="001831C2" w:rsidP="00B15BBD">
      <w:pPr>
        <w:jc w:val="both"/>
        <w:rPr>
          <w:lang w:val="sk-SK"/>
        </w:rPr>
      </w:pPr>
    </w:p>
    <w:p w:rsidR="001831C2" w:rsidRDefault="001831C2" w:rsidP="00B15BBD">
      <w:pPr>
        <w:jc w:val="both"/>
      </w:pPr>
      <w:r>
        <w:t>Žiak by mal disponovať zhruba nasledovnými kompetenciami:</w:t>
      </w:r>
    </w:p>
    <w:p w:rsidR="001831C2" w:rsidRDefault="001831C2" w:rsidP="00B15BBD">
      <w:pPr>
        <w:jc w:val="both"/>
      </w:pPr>
    </w:p>
    <w:p w:rsidR="001831C2" w:rsidRDefault="001831C2" w:rsidP="00B15BBD">
      <w:pPr>
        <w:jc w:val="both"/>
      </w:pPr>
      <w:r>
        <w:t>Vedomosti</w:t>
      </w:r>
    </w:p>
    <w:p w:rsidR="001831C2" w:rsidRDefault="001831C2" w:rsidP="00B15BBD">
      <w:pPr>
        <w:jc w:val="both"/>
      </w:pPr>
    </w:p>
    <w:p w:rsidR="001831C2" w:rsidRDefault="001831C2" w:rsidP="00B15BBD">
      <w:pPr>
        <w:jc w:val="both"/>
      </w:pPr>
      <w:r>
        <w:rPr>
          <w:spacing w:val="-1"/>
        </w:rPr>
        <w:t xml:space="preserve">– vo výtvarnej výchove je väčšina vedomostí získavaná a zároveň overovaná prostredníctvom </w:t>
      </w:r>
      <w:r>
        <w:t xml:space="preserve">praktických činností žiaka; časť vedomostí o výtvarnom umení a vizuálnej kultúre sa utvára </w:t>
      </w:r>
      <w:r>
        <w:rPr>
          <w:spacing w:val="-1"/>
        </w:rPr>
        <w:t xml:space="preserve">počas motivačnej, expozičnej a diskusnej časti vyučovacej jednotky a je podporená vizuálnymi </w:t>
      </w:r>
      <w:r>
        <w:t>materiálmi (edukačné DVD, knihy, časopisy);</w:t>
      </w:r>
    </w:p>
    <w:p w:rsidR="001831C2" w:rsidRDefault="001831C2" w:rsidP="00B15BBD">
      <w:pPr>
        <w:jc w:val="both"/>
        <w:rPr>
          <w:spacing w:val="-1"/>
        </w:rPr>
      </w:pPr>
      <w:r>
        <w:rPr>
          <w:spacing w:val="-1"/>
        </w:rPr>
        <w:t xml:space="preserve">-   základné vedomosti o farbách </w:t>
      </w:r>
    </w:p>
    <w:p w:rsidR="001831C2" w:rsidRDefault="001831C2" w:rsidP="00B15BBD">
      <w:pPr>
        <w:jc w:val="both"/>
      </w:pPr>
      <w:r>
        <w:rPr>
          <w:spacing w:val="-1"/>
        </w:rPr>
        <w:t xml:space="preserve">- vedomosti o vlastnostiach a možnostiach používania výtvarných nástrojov a materiálov </w:t>
      </w:r>
      <w:r>
        <w:t>(ceruzky, fixky, štetce, nožnice, pastózne a vodové farby, suché a voskové/olejové pastely, mäkké modelovacie hmoty, podkladové materiály, jednoduchšie úkony vo výtvarných programoch počítača ...),</w:t>
      </w:r>
    </w:p>
    <w:p w:rsidR="001831C2" w:rsidRDefault="001831C2" w:rsidP="00B15BBD">
      <w:pPr>
        <w:jc w:val="both"/>
      </w:pPr>
      <w:r>
        <w:rPr>
          <w:spacing w:val="-1"/>
        </w:rPr>
        <w:t xml:space="preserve">- základné vedomosti o vybraných artefaktoch predhistorického umenia, umenia </w:t>
      </w:r>
      <w:r>
        <w:t>starovekých kultúr, antického umenia,</w:t>
      </w:r>
    </w:p>
    <w:p w:rsidR="001831C2" w:rsidRDefault="001831C2" w:rsidP="00B15BBD">
      <w:pPr>
        <w:jc w:val="both"/>
      </w:pPr>
      <w:r>
        <w:t>- základné vedomosti o vývoji a hlavných kultúrnych typoch písma,</w:t>
      </w:r>
    </w:p>
    <w:p w:rsidR="001831C2" w:rsidRDefault="001831C2" w:rsidP="00B15BBD">
      <w:pPr>
        <w:jc w:val="both"/>
      </w:pPr>
      <w:r>
        <w:t xml:space="preserve">- základné poznatky o princípoch impresionistickej, surrealistickej a akčnej </w:t>
      </w:r>
      <w:r>
        <w:rPr>
          <w:spacing w:val="-1"/>
        </w:rPr>
        <w:t xml:space="preserve">maľby, paketáže, land-artu a niektorých formách body-artu vyplývajúce z výtvarnej </w:t>
      </w:r>
      <w:r>
        <w:t>skúsenosti – znalosť vybraných charakteristických diel týchto smerov,</w:t>
      </w:r>
    </w:p>
    <w:p w:rsidR="001831C2" w:rsidRDefault="001831C2" w:rsidP="00B15BBD">
      <w:pPr>
        <w:jc w:val="both"/>
      </w:pPr>
      <w:r>
        <w:t>- vedomosti o krajine svojho okolia, obci, regióne a ich vizuálnych a estetických kvalitách (typy, tvary, kolorit, usporiadanie, prírodniny, prírodné a kultúrne reálie, remeselné tradície).</w:t>
      </w:r>
    </w:p>
    <w:p w:rsidR="001831C2" w:rsidRDefault="001831C2" w:rsidP="00B15BBD">
      <w:pPr>
        <w:jc w:val="both"/>
      </w:pPr>
    </w:p>
    <w:p w:rsidR="001831C2" w:rsidRDefault="001831C2" w:rsidP="00B15BBD">
      <w:pPr>
        <w:jc w:val="both"/>
      </w:pPr>
      <w:r>
        <w:t>Zručnosti a spôsobilosti</w:t>
      </w:r>
    </w:p>
    <w:p w:rsidR="001831C2" w:rsidRDefault="001831C2" w:rsidP="00B15BBD">
      <w:pPr>
        <w:jc w:val="both"/>
      </w:pPr>
    </w:p>
    <w:p w:rsidR="001831C2" w:rsidRDefault="001831C2" w:rsidP="00B15BBD">
      <w:pPr>
        <w:jc w:val="both"/>
      </w:pPr>
      <w:r>
        <w:t>– formálne zručnosti</w:t>
      </w:r>
    </w:p>
    <w:p w:rsidR="001831C2" w:rsidRDefault="001831C2" w:rsidP="00B15BBD">
      <w:pPr>
        <w:jc w:val="both"/>
      </w:pPr>
      <w:r>
        <w:t>vyjadrovacie zručnosti, ktoré predstavujú základy znalostí vyjadrovacích prostriedkov (jazyka)</w:t>
      </w:r>
    </w:p>
    <w:p w:rsidR="001831C2" w:rsidRDefault="001831C2" w:rsidP="00B15BBD">
      <w:pPr>
        <w:jc w:val="both"/>
      </w:pPr>
      <w:r>
        <w:t>vizuálnych umení (gramotnosť v oblasti vizuálnej kultúry);</w:t>
      </w:r>
    </w:p>
    <w:p w:rsidR="001831C2" w:rsidRDefault="001831C2" w:rsidP="00B15BBD">
      <w:pPr>
        <w:jc w:val="both"/>
      </w:pPr>
    </w:p>
    <w:p w:rsidR="001831C2" w:rsidRDefault="001831C2" w:rsidP="00B15BBD">
      <w:pPr>
        <w:jc w:val="both"/>
      </w:pPr>
      <w:r>
        <w:t>Žiak dokáže:</w:t>
      </w:r>
    </w:p>
    <w:p w:rsidR="001831C2" w:rsidRDefault="001831C2" w:rsidP="00B15BBD">
      <w:pPr>
        <w:jc w:val="both"/>
      </w:pPr>
      <w:r>
        <w:t xml:space="preserve"> -tvoriť spontánne i cielene vedené stopy (faktúry) – cieľavedomé významové usmernenie gesta a akcie, za účelom výrazu (nezobrazujúceho, primárneho výrazu samotnej stopy alebo výrazu stopou zobrazeného motívu), realizovať rôzne typy stôp (rôzne druhy línií, škvŕn, odtlačkov, bodov, textúr) na ploche i v modelovacej hmote v </w:t>
      </w:r>
      <w:r>
        <w:rPr>
          <w:spacing w:val="-1"/>
        </w:rPr>
        <w:t xml:space="preserve">závislosti od rôznych nástrojov, rôznych spôsobov ich použitia (prítlak, rýchlosť a smer </w:t>
      </w:r>
      <w:r>
        <w:t>pohybu, gesto, hravá aktivita a pod.) a rôznych materiálov (pastózna farba, tekutá farba, mäkký a tvrdý kresliaci materiál, rôzne druhy podkladu, rôzne modelovacie hmoty a pod.),</w:t>
      </w:r>
    </w:p>
    <w:p w:rsidR="001831C2" w:rsidRDefault="001831C2" w:rsidP="00B15BBD">
      <w:pPr>
        <w:jc w:val="both"/>
      </w:pPr>
      <w:r>
        <w:t xml:space="preserve"> -vyjadriť plošný a priestorový tvar a obrys podľa fantázie, predstavy, i (voľne) podľa videnej skutočnosti – s nárokmi na približnú proporcionalitu, obsažnosť prvkov (detailov) a prevažne spontánny výraz; dokázať operovať s tvarmi (dopĺňať neúplné tvary, zmnožovať tvary kreslením voľnou rukou, kopírovaním, vytiahnutím podľa šablóny, hravo manipulovať s rozmnoženinou, priraďovať príbuzné tvary, transformovať predmetný tvar na iný predmetný tvar, písmo na predmetný tvar, </w:t>
      </w:r>
      <w:r>
        <w:rPr>
          <w:spacing w:val="-1"/>
        </w:rPr>
        <w:t xml:space="preserve">geometrický a organický tvar, skladať tvar z rozmanitých prvkov, konštruovať novotvar, </w:t>
      </w:r>
      <w:r>
        <w:t>narábať s pozitívom a negatívom tvaru – figúra a pozadie,</w:t>
      </w:r>
    </w:p>
    <w:p w:rsidR="001831C2" w:rsidRDefault="001831C2" w:rsidP="00B15BBD">
      <w:pPr>
        <w:jc w:val="both"/>
      </w:pPr>
      <w:r>
        <w:t xml:space="preserve">vyjadriť lokálny farebný tón zobrazeného tvaru, predmetu vo vzťahu k videnej skutočnosti aj podľa predstavy a fantázie, zosvetliť a stmaviť farebné tóny miešaním farebných hmôt,            -vytvárať farebné postupnosti, používať základné farebné kontrasty (kontrast svetlých a tmavých, doplnkových, teplých a studených farieb), materiálové </w:t>
      </w:r>
      <w:r>
        <w:rPr>
          <w:spacing w:val="-1"/>
        </w:rPr>
        <w:t xml:space="preserve">kontrasty (tvrdý, mäkký materiál), kontrasty textúry povrchov (drsná, hladká, vzorovaná </w:t>
      </w:r>
      <w:r>
        <w:t>...),</w:t>
      </w:r>
    </w:p>
    <w:p w:rsidR="001831C2" w:rsidRDefault="001831C2" w:rsidP="00B15BBD">
      <w:pPr>
        <w:jc w:val="both"/>
      </w:pPr>
      <w:r>
        <w:t>-komponovať – vedome umiestňovať tvar (motív) v rôznych častiach plochy formátu,</w:t>
      </w:r>
    </w:p>
    <w:p w:rsidR="001831C2" w:rsidRDefault="001831C2" w:rsidP="00B15BBD">
      <w:pPr>
        <w:jc w:val="both"/>
      </w:pPr>
      <w:r>
        <w:rPr>
          <w:spacing w:val="-1"/>
        </w:rPr>
        <w:t xml:space="preserve">-vyjadriť rytmus a pohyb prostriedkami kresby, maľby, grafiky, priestorového vytvárania </w:t>
      </w:r>
      <w:r>
        <w:t>(objekt, model),</w:t>
      </w:r>
    </w:p>
    <w:p w:rsidR="001831C2" w:rsidRDefault="001831C2" w:rsidP="00B15BBD">
      <w:pPr>
        <w:jc w:val="both"/>
      </w:pPr>
      <w:r>
        <w:t>-vyjadriť základnú vizuálnu symetriu a asymetriu,</w:t>
      </w:r>
    </w:p>
    <w:p w:rsidR="001831C2" w:rsidRDefault="001831C2" w:rsidP="00B15BBD">
      <w:pPr>
        <w:jc w:val="both"/>
      </w:pPr>
      <w:r>
        <w:rPr>
          <w:spacing w:val="-1"/>
        </w:rPr>
        <w:t xml:space="preserve">-zvládnuť základné operácie s mierkou / veľkosťou zobrazených tvarov (vzťah väčšie – </w:t>
      </w:r>
      <w:r>
        <w:t>menšie, vedľa seba – za /pred sebou); vyjadriť priestor prostredníctvom mierky zobrazovaných prvkov,</w:t>
      </w:r>
    </w:p>
    <w:p w:rsidR="001831C2" w:rsidRDefault="001831C2" w:rsidP="00B15BBD">
      <w:pPr>
        <w:jc w:val="both"/>
      </w:pPr>
      <w:r>
        <w:t>pokúšať sa o štylizáciu (vlastné poňatie zobrazenia motívu).</w:t>
      </w:r>
    </w:p>
    <w:p w:rsidR="001831C2" w:rsidRDefault="001831C2" w:rsidP="00B15BBD">
      <w:pPr>
        <w:jc w:val="both"/>
      </w:pPr>
      <w:r>
        <w:t xml:space="preserve">Technické zručnosti </w:t>
      </w:r>
    </w:p>
    <w:p w:rsidR="001831C2" w:rsidRDefault="001831C2" w:rsidP="00B15BBD">
      <w:pPr>
        <w:jc w:val="both"/>
      </w:pPr>
    </w:p>
    <w:p w:rsidR="001831C2" w:rsidRDefault="001831C2" w:rsidP="00B15BBD">
      <w:pPr>
        <w:jc w:val="both"/>
      </w:pPr>
      <w:r>
        <w:t>Žiak dokáže:</w:t>
      </w:r>
    </w:p>
    <w:p w:rsidR="001831C2" w:rsidRDefault="001831C2" w:rsidP="00B15BBD">
      <w:pPr>
        <w:jc w:val="both"/>
      </w:pPr>
      <w:r>
        <w:rPr>
          <w:spacing w:val="-1"/>
        </w:rPr>
        <w:t xml:space="preserve">-zvládnuť základné motorické úkony (narábanie) s rôznymi nástrojmi (ceruza, štetec, </w:t>
      </w:r>
      <w:r>
        <w:t>pero, fixky, uhlík, drievko, rydlo, nožnice, šablóna, špachtľa, valček a pod.),</w:t>
      </w:r>
    </w:p>
    <w:p w:rsidR="001831C2" w:rsidRDefault="001831C2" w:rsidP="00B15BBD">
      <w:pPr>
        <w:jc w:val="both"/>
      </w:pPr>
      <w:r>
        <w:t>-vytvárať stopy alebo tvary priamym telesným dotykom (rukou, prstami),</w:t>
      </w:r>
    </w:p>
    <w:p w:rsidR="001831C2" w:rsidRDefault="001831C2" w:rsidP="00B15BBD">
      <w:pPr>
        <w:jc w:val="both"/>
      </w:pPr>
      <w:r>
        <w:t>-kresliť prostredníctvom linky a jednoduchého šrafovania,</w:t>
      </w:r>
    </w:p>
    <w:p w:rsidR="001831C2" w:rsidRDefault="001831C2" w:rsidP="00B15BBD">
      <w:pPr>
        <w:jc w:val="both"/>
      </w:pPr>
      <w:r>
        <w:rPr>
          <w:spacing w:val="-1"/>
        </w:rPr>
        <w:t xml:space="preserve">-zvládnuť technické základy usporiadania a miešania farieb na palete i na obraze; vyfarbovať tvar, plochu viacerými spôsobmi prostredníctvom štetcového rukopisu ,zvládnuť jednoduché konštrukčno-technické úkony s materiálmi (krčenie, zohýbanie, </w:t>
      </w:r>
      <w:r>
        <w:t>trhanie, strihanie, skladanie, vrstvenie a pod.), spájanie materiálov v koláži a v asambláži (vkladanie, lepenie, spínanie, viazanie, drôtovanie a pod.),</w:t>
      </w:r>
    </w:p>
    <w:p w:rsidR="001831C2" w:rsidRDefault="001831C2" w:rsidP="00B15BBD">
      <w:pPr>
        <w:jc w:val="both"/>
      </w:pPr>
      <w:r>
        <w:rPr>
          <w:spacing w:val="-1"/>
        </w:rPr>
        <w:t xml:space="preserve">-zvládnuť jednoduché techniky otláčania (frotáž, dekalk, monotypia, papierorez, </w:t>
      </w:r>
      <w:r>
        <w:t>sádrorez linorez a pod.),</w:t>
      </w:r>
    </w:p>
    <w:p w:rsidR="001831C2" w:rsidRDefault="001831C2" w:rsidP="00B15BBD">
      <w:pPr>
        <w:jc w:val="both"/>
      </w:pPr>
      <w:r>
        <w:rPr>
          <w:spacing w:val="-1"/>
        </w:rPr>
        <w:t xml:space="preserve">-zvládnuť základy modelovania predmetných tvarov, otláčania do modelovacej hmoty </w:t>
      </w:r>
      <w:r>
        <w:t>a jednoduchého odlievanie reliéfu do sadry,</w:t>
      </w:r>
    </w:p>
    <w:p w:rsidR="001831C2" w:rsidRDefault="001831C2" w:rsidP="00B15BBD">
      <w:pPr>
        <w:jc w:val="both"/>
      </w:pPr>
      <w:r>
        <w:rPr>
          <w:spacing w:val="-1"/>
        </w:rPr>
        <w:t xml:space="preserve">-zvládnuť techniku skladania a spájania priestorových tvarov (architektúr) z modulov </w:t>
      </w:r>
      <w:r>
        <w:t>(skladačka, stavebnica) a improvizovaných materiálov,</w:t>
      </w:r>
    </w:p>
    <w:p w:rsidR="001831C2" w:rsidRDefault="001831C2" w:rsidP="00B15BBD">
      <w:pPr>
        <w:jc w:val="both"/>
      </w:pPr>
      <w:r>
        <w:t>-zvládnuť základné operácie na počítači: typograficko-textové, s kresliacimi a maliarskymi nástrojmi (ceruza, guma, štetec, pečiatka, označenie výberu, základné filtre).</w:t>
      </w:r>
    </w:p>
    <w:p w:rsidR="001831C2" w:rsidRDefault="001831C2" w:rsidP="00B15BBD">
      <w:pPr>
        <w:jc w:val="both"/>
      </w:pPr>
    </w:p>
    <w:p w:rsidR="001831C2" w:rsidRDefault="001831C2" w:rsidP="00B15BBD">
      <w:pPr>
        <w:jc w:val="both"/>
      </w:pPr>
      <w:r>
        <w:t>Mentálne spôsobilosti</w:t>
      </w:r>
    </w:p>
    <w:p w:rsidR="001831C2" w:rsidRDefault="001831C2" w:rsidP="00B15BBD">
      <w:pPr>
        <w:jc w:val="both"/>
      </w:pPr>
      <w:r>
        <w:t>– rozvoj schopností a získavanie zručností v oblasti vnímania skutočnosti a prežívania zážitku, vyjadrovania fantázie, predstáv a nápadov (vlastných koncepcií), rozumového posudzovania, konvergentného a divergentného myslenia;</w:t>
      </w:r>
    </w:p>
    <w:p w:rsidR="001831C2" w:rsidRDefault="001831C2" w:rsidP="00B15BBD">
      <w:pPr>
        <w:jc w:val="both"/>
      </w:pPr>
    </w:p>
    <w:p w:rsidR="001831C2" w:rsidRDefault="001831C2" w:rsidP="00B15BBD">
      <w:pPr>
        <w:jc w:val="both"/>
      </w:pPr>
      <w:r>
        <w:t>Žiak dokáže:</w:t>
      </w:r>
    </w:p>
    <w:p w:rsidR="001831C2" w:rsidRDefault="001831C2" w:rsidP="00B15BBD">
      <w:pPr>
        <w:jc w:val="both"/>
      </w:pPr>
      <w:r>
        <w:t>-primerane veku pomenovávať postupy a výsledky vlastnej výtvarnej činnosti – motorické akcie, gestá a procesy (trhanie, krčenie, skladanie, strihanie, rezanie, lepenie, spínanie, drôtovanie, viazanie, vkladanie, balenie ... rôzne druhy kreslenia čiary, maľovania plochy, modelovania tvaru, jednoduchej grafickej tlače ...); schopnosť opísať jednoduché technické postupy a znalosť ich výsledného výrazu,</w:t>
      </w:r>
    </w:p>
    <w:p w:rsidR="001831C2" w:rsidRDefault="001831C2" w:rsidP="00B15BBD">
      <w:pPr>
        <w:jc w:val="both"/>
      </w:pPr>
      <w:r>
        <w:t>-primerane veku voliť motívy na vyjadrenie zadaných (zvolených) námetov,</w:t>
      </w:r>
    </w:p>
    <w:p w:rsidR="001831C2" w:rsidRDefault="001831C2" w:rsidP="00B15BBD">
      <w:pPr>
        <w:jc w:val="both"/>
      </w:pPr>
      <w:r>
        <w:t>interpretovať psychickú charakteristiku výrazu zobrazeného motívu (smutný, veselý, nahnevaný, sklamaný, dráždivý, ľahostajný a pod.),</w:t>
      </w:r>
    </w:p>
    <w:p w:rsidR="001831C2" w:rsidRDefault="001831C2" w:rsidP="00B15BBD">
      <w:pPr>
        <w:jc w:val="both"/>
      </w:pPr>
      <w:r>
        <w:t>-vedome používať významové kontrasty motívov (napr. interpretácia zlého a dobrého tvaru, figurácie a pod.),</w:t>
      </w:r>
    </w:p>
    <w:p w:rsidR="001831C2" w:rsidRDefault="001831C2" w:rsidP="00B15BBD">
      <w:pPr>
        <w:jc w:val="both"/>
      </w:pPr>
      <w:r>
        <w:t>-kategorizovať predmety podľa základných znakov (veľkosť, farebnosť, účel, tvarová podobnosť, príslušnosť k významovej množine a pod.),</w:t>
      </w:r>
    </w:p>
    <w:p w:rsidR="001831C2" w:rsidRDefault="001831C2" w:rsidP="00B15BBD">
      <w:pPr>
        <w:jc w:val="both"/>
      </w:pPr>
      <w:r>
        <w:t>-priraďovať, zmnožovať, preskupovať, spájať a rozpájať prvky na základe zvolených kritérií</w:t>
      </w:r>
    </w:p>
    <w:p w:rsidR="001831C2" w:rsidRDefault="001831C2" w:rsidP="00B15BBD">
      <w:pPr>
        <w:jc w:val="both"/>
      </w:pPr>
      <w:r>
        <w:t>-cieľavedome umiestňovať zobrazované prvky vo formáte za účelom vyjadrenia príbehu (myšlienky), radenie vo vývojovom rade (pohyb, komiks, ilustrácia, filmová rozkresba),</w:t>
      </w:r>
    </w:p>
    <w:p w:rsidR="001831C2" w:rsidRDefault="001831C2" w:rsidP="00B15BBD">
      <w:pPr>
        <w:jc w:val="both"/>
      </w:pPr>
      <w:r>
        <w:t>-analyticko-synteticky posudzovať rozdielnosti a príbuznosti farieb (tónov a odtieňov), tvarov, materiálov, mierky,</w:t>
      </w:r>
    </w:p>
    <w:p w:rsidR="001831C2" w:rsidRDefault="001831C2" w:rsidP="00B15BBD">
      <w:pPr>
        <w:jc w:val="both"/>
      </w:pPr>
      <w:r>
        <w:t>-vedome hľadať a pokúšať sa charakterizovať synestetické vzťahy (farba a tvar voči tónom hudby, chutiam, vôňam a pachom),</w:t>
      </w:r>
    </w:p>
    <w:p w:rsidR="001831C2" w:rsidRDefault="001831C2" w:rsidP="00B15BBD">
      <w:pPr>
        <w:jc w:val="both"/>
      </w:pPr>
      <w:r>
        <w:t>-hľadať tvarové a funkčné analógie medzi živými organizmami a architektúrou, dizajnom.</w:t>
      </w:r>
    </w:p>
    <w:p w:rsidR="001831C2" w:rsidRDefault="001831C2" w:rsidP="00B15BBD">
      <w:pPr>
        <w:jc w:val="both"/>
      </w:pPr>
    </w:p>
    <w:p w:rsidR="001831C2" w:rsidRDefault="001831C2" w:rsidP="00B15BBD">
      <w:pPr>
        <w:jc w:val="both"/>
      </w:pPr>
    </w:p>
    <w:p w:rsidR="001831C2" w:rsidRDefault="001831C2" w:rsidP="00B15BBD">
      <w:pPr>
        <w:jc w:val="both"/>
      </w:pPr>
      <w:r>
        <w:t>Postoje</w:t>
      </w:r>
    </w:p>
    <w:p w:rsidR="001831C2" w:rsidRDefault="001831C2" w:rsidP="00B15BBD">
      <w:pPr>
        <w:jc w:val="both"/>
      </w:pPr>
    </w:p>
    <w:p w:rsidR="001831C2" w:rsidRDefault="001831C2" w:rsidP="00B15BBD">
      <w:pPr>
        <w:jc w:val="both"/>
      </w:pPr>
      <w:r>
        <w:t>Hlavnou kompetenciou v oblasti postojov je tvorivý prístup – žiak je vedený k tomu, aby pri každej edukačnej téme volil iniciatívne svoje vlastné, teda autentické riešenie, a postupne formuloval svoj estetický (vkus) i hodnotiaci názor. Formovanie takéhoto prístupu</w:t>
      </w:r>
    </w:p>
    <w:p w:rsidR="001831C2" w:rsidRDefault="001831C2" w:rsidP="00B15BBD">
      <w:pPr>
        <w:jc w:val="both"/>
      </w:pPr>
      <w:r>
        <w:t>je dôležitým momentom edukácie, ktorý vyvažuje prevažne propozičné a konvergentné myslenie formované väčšou časťou kurikula;</w:t>
      </w:r>
    </w:p>
    <w:p w:rsidR="001831C2" w:rsidRDefault="001831C2" w:rsidP="00B15BBD">
      <w:pPr>
        <w:jc w:val="both"/>
      </w:pPr>
    </w:p>
    <w:p w:rsidR="001831C2" w:rsidRDefault="001831C2" w:rsidP="00B15BBD">
      <w:pPr>
        <w:jc w:val="both"/>
      </w:pPr>
      <w:r>
        <w:t>U žiaka sa sformovali tieto postoje:</w:t>
      </w:r>
    </w:p>
    <w:p w:rsidR="001831C2" w:rsidRDefault="001831C2" w:rsidP="00B15BBD">
      <w:pPr>
        <w:jc w:val="both"/>
      </w:pPr>
    </w:p>
    <w:p w:rsidR="001831C2" w:rsidRDefault="001831C2" w:rsidP="00B15BBD">
      <w:pPr>
        <w:jc w:val="both"/>
      </w:pPr>
      <w:r>
        <w:t>-otvorenosť voči experimentovaniu s farbou, hmotou, tvarom, technikou, postupom, motívom a témou,</w:t>
      </w:r>
    </w:p>
    <w:p w:rsidR="001831C2" w:rsidRDefault="001831C2" w:rsidP="00B15BBD">
      <w:pPr>
        <w:jc w:val="both"/>
      </w:pPr>
      <w:r>
        <w:t>-otvorenosť voči hľadaniu analógií (tvarových, materiálových, výrazových),</w:t>
      </w:r>
    </w:p>
    <w:p w:rsidR="001831C2" w:rsidRDefault="001831C2" w:rsidP="00B15BBD">
      <w:pPr>
        <w:jc w:val="both"/>
      </w:pPr>
      <w:r>
        <w:t>v nižších ročníkoch spontánne výtvarné riešenia,</w:t>
      </w:r>
    </w:p>
    <w:p w:rsidR="001831C2" w:rsidRDefault="001831C2" w:rsidP="00B15BBD">
      <w:pPr>
        <w:jc w:val="both"/>
      </w:pPr>
      <w:r>
        <w:t>-náklonnosť k uvedomenému hľadanie vlastných riešení, odklon od vyjadrovacích schém – -inovovanie grafických stereotypov na základe podnetov fantázie a (primerane veku) vlastného názoru (myslenia),</w:t>
      </w:r>
    </w:p>
    <w:p w:rsidR="001831C2" w:rsidRDefault="001831C2" w:rsidP="00B15BBD">
      <w:pPr>
        <w:jc w:val="both"/>
      </w:pPr>
      <w:r>
        <w:t>-tolerancia voči rôznym typom vyjadrovania, vkusu iných ľudí,</w:t>
      </w:r>
    </w:p>
    <w:p w:rsidR="001831C2" w:rsidRDefault="001831C2" w:rsidP="00B15BBD">
      <w:pPr>
        <w:jc w:val="both"/>
      </w:pPr>
      <w:r>
        <w:t>-aktívny prístup ku svojmu prostrediu, citlivá reflexia jeho hodnôt – jeho poznávanie a pretváranie.</w:t>
      </w:r>
    </w:p>
    <w:p w:rsidR="001831C2" w:rsidRDefault="001831C2" w:rsidP="00B15BBD">
      <w:pPr>
        <w:jc w:val="both"/>
      </w:pPr>
    </w:p>
    <w:p w:rsidR="001831C2" w:rsidRDefault="001831C2" w:rsidP="00B15BBD">
      <w:pPr>
        <w:jc w:val="both"/>
        <w:rPr>
          <w:lang w:val="sk-SK"/>
        </w:rPr>
      </w:pPr>
    </w:p>
    <w:p w:rsidR="001831C2" w:rsidRDefault="001831C2" w:rsidP="00B15BBD">
      <w:pPr>
        <w:jc w:val="both"/>
        <w:rPr>
          <w:b/>
          <w:bCs/>
        </w:rPr>
      </w:pPr>
    </w:p>
    <w:p w:rsidR="001831C2" w:rsidRDefault="001831C2" w:rsidP="00B15BBD">
      <w:pPr>
        <w:ind w:firstLine="708"/>
        <w:jc w:val="both"/>
        <w:rPr>
          <w:b/>
          <w:bCs/>
        </w:rPr>
      </w:pPr>
      <w:r>
        <w:rPr>
          <w:b/>
          <w:bCs/>
        </w:rPr>
        <w:t>1.4. Stratégie vyučovania</w:t>
      </w:r>
    </w:p>
    <w:p w:rsidR="001831C2" w:rsidRDefault="001831C2" w:rsidP="00B15BBD">
      <w:pPr>
        <w:jc w:val="both"/>
        <w:rPr>
          <w:b/>
          <w:bCs/>
        </w:rPr>
      </w:pPr>
    </w:p>
    <w:p w:rsidR="001831C2" w:rsidRDefault="001831C2" w:rsidP="00B15BBD">
      <w:pPr>
        <w:pStyle w:val="BodyText"/>
        <w:tabs>
          <w:tab w:val="left" w:pos="2426"/>
        </w:tabs>
        <w:suppressAutoHyphens/>
        <w:spacing w:line="360" w:lineRule="auto"/>
        <w:ind w:left="1074"/>
      </w:pPr>
      <w:r>
        <w:t>-motivačné rozprávanie a rozhovor (aktivizovanie poznatkov a skúseností žiakov)</w:t>
      </w:r>
    </w:p>
    <w:p w:rsidR="001831C2" w:rsidRDefault="001831C2" w:rsidP="00B15BBD">
      <w:pPr>
        <w:pStyle w:val="BodyText"/>
        <w:tabs>
          <w:tab w:val="left" w:pos="2426"/>
        </w:tabs>
        <w:suppressAutoHyphens/>
        <w:spacing w:line="360" w:lineRule="auto"/>
        <w:ind w:left="1074"/>
      </w:pPr>
      <w:r>
        <w:t>-didaktické hry (sebarealizačné aktivity na uplatnenie záujmov  a spontánnosti)</w:t>
      </w:r>
    </w:p>
    <w:p w:rsidR="001831C2" w:rsidRDefault="001831C2" w:rsidP="00B15BBD">
      <w:pPr>
        <w:pStyle w:val="BodyText"/>
        <w:tabs>
          <w:tab w:val="left" w:pos="2426"/>
        </w:tabs>
        <w:suppressAutoHyphens/>
        <w:spacing w:line="360" w:lineRule="auto"/>
        <w:ind w:left="1074"/>
      </w:pPr>
      <w:r>
        <w:t>-problémová metóda (upútanie pozornosti prostredníctvom nastoleného problému)</w:t>
      </w:r>
    </w:p>
    <w:p w:rsidR="001831C2" w:rsidRDefault="001831C2" w:rsidP="00B15BBD">
      <w:pPr>
        <w:pStyle w:val="BodyText"/>
        <w:tabs>
          <w:tab w:val="left" w:pos="2426"/>
        </w:tabs>
        <w:suppressAutoHyphens/>
        <w:spacing w:line="360" w:lineRule="auto"/>
        <w:ind w:left="1074"/>
      </w:pPr>
      <w:r>
        <w:t>-rozprávanie (vyjadrovanie skúseností a aktívne počúvanie)</w:t>
      </w:r>
    </w:p>
    <w:p w:rsidR="001831C2" w:rsidRDefault="001831C2" w:rsidP="00B15BBD">
      <w:pPr>
        <w:pStyle w:val="BodyText"/>
        <w:tabs>
          <w:tab w:val="left" w:pos="2444"/>
        </w:tabs>
        <w:suppressAutoHyphens/>
        <w:spacing w:line="360" w:lineRule="auto"/>
        <w:ind w:left="1074"/>
      </w:pPr>
      <w:r>
        <w:t>-kooperatívne vyučovanie (forma skupinového vyučovania – napr. vo dvojiciach)</w:t>
      </w:r>
    </w:p>
    <w:p w:rsidR="001831C2" w:rsidRDefault="001831C2" w:rsidP="00B15BBD">
      <w:pPr>
        <w:pStyle w:val="BodyText"/>
        <w:tabs>
          <w:tab w:val="left" w:pos="2444"/>
          <w:tab w:val="left" w:pos="3960"/>
        </w:tabs>
        <w:suppressAutoHyphens/>
        <w:spacing w:line="360" w:lineRule="auto"/>
        <w:ind w:left="1074"/>
      </w:pPr>
      <w:r>
        <w:t>-dramatizácia (rozvoj vnímania, predstavivosti, pevnej vôle a prežívania)</w:t>
      </w:r>
    </w:p>
    <w:p w:rsidR="001831C2" w:rsidRDefault="001831C2" w:rsidP="00B15BBD">
      <w:pPr>
        <w:pStyle w:val="BodyText"/>
        <w:tabs>
          <w:tab w:val="left" w:pos="2444"/>
          <w:tab w:val="left" w:pos="3960"/>
        </w:tabs>
        <w:suppressAutoHyphens/>
        <w:spacing w:line="360" w:lineRule="auto"/>
        <w:ind w:left="1074"/>
      </w:pPr>
      <w:r>
        <w:t>-výklad učitel</w:t>
      </w:r>
    </w:p>
    <w:p w:rsidR="001831C2" w:rsidRDefault="001831C2" w:rsidP="00B15BBD">
      <w:pPr>
        <w:pStyle w:val="BodyText"/>
        <w:tabs>
          <w:tab w:val="left" w:pos="2444"/>
        </w:tabs>
        <w:suppressAutoHyphens/>
        <w:spacing w:line="360" w:lineRule="auto"/>
        <w:ind w:left="1074"/>
      </w:pPr>
      <w:r>
        <w:t>-samostatná práca žiakov (s pracovným listom, s počítačom, s internetom)</w:t>
      </w:r>
    </w:p>
    <w:p w:rsidR="001831C2" w:rsidRDefault="001831C2" w:rsidP="00B15BBD">
      <w:pPr>
        <w:pStyle w:val="BodyText"/>
        <w:tabs>
          <w:tab w:val="left" w:pos="2444"/>
        </w:tabs>
        <w:suppressAutoHyphens/>
        <w:spacing w:line="360" w:lineRule="auto"/>
        <w:ind w:left="1074"/>
      </w:pPr>
      <w:r>
        <w:t>-projektové, zážitkové vyučovanie</w:t>
      </w:r>
    </w:p>
    <w:p w:rsidR="001831C2" w:rsidRDefault="001831C2" w:rsidP="00B15BBD">
      <w:pPr>
        <w:autoSpaceDE w:val="0"/>
        <w:spacing w:line="360" w:lineRule="auto"/>
        <w:jc w:val="both"/>
        <w:rPr>
          <w:b/>
          <w:bCs/>
        </w:rPr>
      </w:pPr>
    </w:p>
    <w:p w:rsidR="001831C2" w:rsidRDefault="001831C2" w:rsidP="00B44723">
      <w:pPr>
        <w:autoSpaceDE w:val="0"/>
        <w:spacing w:line="360" w:lineRule="auto"/>
        <w:ind w:firstLine="720"/>
      </w:pPr>
      <w:r>
        <w:t>Východiskami tohto procesu sú:</w:t>
      </w:r>
    </w:p>
    <w:p w:rsidR="001831C2" w:rsidRDefault="001831C2" w:rsidP="00B44723">
      <w:pPr>
        <w:autoSpaceDE w:val="0"/>
        <w:spacing w:line="360" w:lineRule="auto"/>
        <w:ind w:left="540" w:firstLine="180"/>
      </w:pPr>
      <w:r>
        <w:t>- činnosti žiakov, ktoré vychádzajú z myšlienkových, formálnych a technických procesov</w:t>
      </w:r>
    </w:p>
    <w:p w:rsidR="001831C2" w:rsidRDefault="001831C2" w:rsidP="00B15BBD">
      <w:pPr>
        <w:autoSpaceDE w:val="0"/>
        <w:spacing w:line="360" w:lineRule="auto"/>
        <w:ind w:left="708"/>
      </w:pPr>
      <w:r>
        <w:t xml:space="preserve"> výtvarných a vizuálnych umení. Sú založené na súčasnom stave poznania vizuálnej kultúry;</w:t>
      </w:r>
    </w:p>
    <w:p w:rsidR="001831C2" w:rsidRDefault="001831C2" w:rsidP="00B44723">
      <w:pPr>
        <w:autoSpaceDE w:val="0"/>
        <w:spacing w:line="360" w:lineRule="auto"/>
        <w:ind w:left="540" w:firstLine="180"/>
      </w:pPr>
      <w:r>
        <w:t xml:space="preserve">- témy/námety/obsahy zobrazovania, ktoré majú svoj dôležitý antropologický a kultúrny charakter </w:t>
      </w:r>
    </w:p>
    <w:p w:rsidR="001831C2" w:rsidRDefault="001831C2" w:rsidP="00B15BBD">
      <w:pPr>
        <w:jc w:val="both"/>
        <w:rPr>
          <w:b/>
          <w:bCs/>
        </w:rPr>
      </w:pPr>
    </w:p>
    <w:p w:rsidR="001831C2" w:rsidRDefault="001831C2" w:rsidP="00B15BBD">
      <w:pPr>
        <w:jc w:val="both"/>
        <w:rPr>
          <w:b/>
          <w:bCs/>
        </w:rPr>
      </w:pPr>
    </w:p>
    <w:p w:rsidR="001831C2" w:rsidRDefault="001831C2" w:rsidP="00B15BBD">
      <w:pPr>
        <w:jc w:val="both"/>
        <w:rPr>
          <w:b/>
          <w:bCs/>
        </w:rPr>
      </w:pPr>
    </w:p>
    <w:p w:rsidR="001831C2" w:rsidRDefault="001831C2" w:rsidP="00B15BBD">
      <w:pPr>
        <w:jc w:val="both"/>
        <w:rPr>
          <w:b/>
          <w:bCs/>
        </w:rPr>
      </w:pPr>
    </w:p>
    <w:p w:rsidR="001831C2" w:rsidRDefault="001831C2" w:rsidP="00B15BBD">
      <w:pPr>
        <w:jc w:val="both"/>
        <w:rPr>
          <w:b/>
          <w:bCs/>
        </w:rPr>
      </w:pPr>
    </w:p>
    <w:p w:rsidR="001831C2" w:rsidRDefault="001831C2" w:rsidP="00B15BBD">
      <w:pPr>
        <w:jc w:val="both"/>
        <w:rPr>
          <w:b/>
          <w:bCs/>
        </w:rPr>
      </w:pPr>
    </w:p>
    <w:p w:rsidR="001831C2" w:rsidRDefault="001831C2" w:rsidP="00B15BBD">
      <w:pPr>
        <w:ind w:firstLine="708"/>
        <w:jc w:val="both"/>
        <w:rPr>
          <w:b/>
          <w:bCs/>
        </w:rPr>
      </w:pPr>
      <w:r>
        <w:rPr>
          <w:b/>
          <w:bCs/>
        </w:rPr>
        <w:t>1.5. Učebné zdroje</w:t>
      </w:r>
    </w:p>
    <w:p w:rsidR="001831C2" w:rsidRDefault="001831C2" w:rsidP="00B15BBD">
      <w:pPr>
        <w:ind w:firstLine="708"/>
        <w:jc w:val="both"/>
        <w:rPr>
          <w:b/>
          <w:bCs/>
        </w:rPr>
      </w:pPr>
    </w:p>
    <w:p w:rsidR="001831C2" w:rsidRDefault="001831C2" w:rsidP="00B44723">
      <w:pPr>
        <w:ind w:firstLine="720"/>
      </w:pPr>
      <w:r>
        <w:t xml:space="preserve">Na podporu a aktiváciu vyučovania a učenia žiakov sa využijú nasledovné učebné zdroje: </w:t>
      </w:r>
    </w:p>
    <w:p w:rsidR="001831C2" w:rsidRDefault="001831C2" w:rsidP="00B15BBD"/>
    <w:p w:rsidR="001831C2" w:rsidRDefault="001831C2" w:rsidP="00B44723">
      <w:pPr>
        <w:autoSpaceDE w:val="0"/>
        <w:spacing w:line="360" w:lineRule="auto"/>
        <w:ind w:firstLine="720"/>
      </w:pPr>
      <w:r>
        <w:t>Encyklopédie dejín umenia</w:t>
      </w:r>
    </w:p>
    <w:p w:rsidR="001831C2" w:rsidRDefault="001831C2" w:rsidP="00B44723">
      <w:pPr>
        <w:suppressAutoHyphens/>
        <w:autoSpaceDE w:val="0"/>
        <w:spacing w:after="200" w:line="360" w:lineRule="auto"/>
        <w:ind w:left="360"/>
      </w:pPr>
      <w:r>
        <w:t>-informácie získané z internetu(zborovna, google...)</w:t>
      </w:r>
    </w:p>
    <w:p w:rsidR="001831C2" w:rsidRDefault="001831C2" w:rsidP="00B15BBD">
      <w:pPr>
        <w:numPr>
          <w:ilvl w:val="0"/>
          <w:numId w:val="4"/>
        </w:numPr>
        <w:suppressAutoHyphens/>
        <w:autoSpaceDE w:val="0"/>
        <w:spacing w:after="200" w:line="360" w:lineRule="auto"/>
      </w:pPr>
      <w:r>
        <w:t xml:space="preserve"> učebnica výtvarnej výchovy, knihy,...</w:t>
      </w:r>
    </w:p>
    <w:p w:rsidR="001831C2" w:rsidRDefault="001831C2" w:rsidP="00B15BBD">
      <w:pPr>
        <w:numPr>
          <w:ilvl w:val="0"/>
          <w:numId w:val="4"/>
        </w:numPr>
        <w:suppressAutoHyphens/>
        <w:autoSpaceDE w:val="0"/>
        <w:spacing w:after="200" w:line="360" w:lineRule="auto"/>
      </w:pPr>
      <w:r>
        <w:t>Obrazy,ilustrácie v knihách</w:t>
      </w:r>
    </w:p>
    <w:p w:rsidR="001831C2" w:rsidRDefault="001831C2" w:rsidP="00B15BBD">
      <w:pPr>
        <w:numPr>
          <w:ilvl w:val="0"/>
          <w:numId w:val="4"/>
        </w:numPr>
        <w:suppressAutoHyphens/>
        <w:autoSpaceDE w:val="0"/>
        <w:spacing w:after="200" w:line="360" w:lineRule="auto"/>
      </w:pPr>
      <w:r>
        <w:t xml:space="preserve">výtvarné pomôcky </w:t>
      </w:r>
    </w:p>
    <w:p w:rsidR="001831C2" w:rsidRPr="00B44723" w:rsidRDefault="001831C2" w:rsidP="00B15BBD">
      <w:pPr>
        <w:numPr>
          <w:ilvl w:val="0"/>
          <w:numId w:val="5"/>
        </w:numPr>
      </w:pPr>
      <w:r>
        <w:t>CD, DVD-nosiče</w:t>
      </w:r>
    </w:p>
    <w:p w:rsidR="001831C2" w:rsidRDefault="001831C2" w:rsidP="00B44723"/>
    <w:p w:rsidR="001831C2" w:rsidRDefault="001831C2" w:rsidP="00B44723"/>
    <w:p w:rsidR="001831C2" w:rsidRDefault="001831C2" w:rsidP="00B44723"/>
    <w:p w:rsidR="001831C2" w:rsidRDefault="001831C2" w:rsidP="00B15BBD">
      <w:pPr>
        <w:pStyle w:val="tl"/>
        <w:widowControl/>
        <w:autoSpaceDE/>
        <w:adjustRightInd/>
        <w:rPr>
          <w:b/>
          <w:bCs/>
          <w:lang w:val="sl-SI"/>
        </w:rPr>
      </w:pPr>
    </w:p>
    <w:p w:rsidR="001831C2" w:rsidRDefault="001831C2" w:rsidP="00B15BBD">
      <w:pPr>
        <w:pStyle w:val="tl"/>
        <w:widowControl/>
        <w:autoSpaceDE/>
        <w:adjustRightInd/>
        <w:ind w:firstLine="360"/>
        <w:rPr>
          <w:b/>
          <w:bCs/>
          <w:lang w:val="sl-SI"/>
        </w:rPr>
      </w:pPr>
      <w:r>
        <w:rPr>
          <w:b/>
          <w:bCs/>
          <w:lang w:val="sl-SI"/>
        </w:rPr>
        <w:t>1.6. Kritériá hodnotenia</w:t>
      </w:r>
    </w:p>
    <w:p w:rsidR="001831C2" w:rsidRDefault="001831C2" w:rsidP="00B15BBD">
      <w:pPr>
        <w:pStyle w:val="tl"/>
        <w:widowControl/>
        <w:autoSpaceDE/>
        <w:adjustRightInd/>
        <w:ind w:firstLine="360"/>
        <w:rPr>
          <w:b/>
          <w:bCs/>
          <w:lang w:val="sl-SI"/>
        </w:rPr>
      </w:pPr>
    </w:p>
    <w:p w:rsidR="001831C2" w:rsidRPr="00877C68" w:rsidRDefault="001831C2" w:rsidP="00B44723">
      <w:pPr>
        <w:jc w:val="both"/>
        <w:rPr>
          <w:sz w:val="16"/>
          <w:szCs w:val="16"/>
          <w:u w:val="single"/>
        </w:rPr>
      </w:pPr>
    </w:p>
    <w:p w:rsidR="001831C2" w:rsidRPr="004F457A" w:rsidRDefault="001831C2" w:rsidP="004F457A">
      <w:pPr>
        <w:ind w:firstLine="708"/>
        <w:jc w:val="both"/>
      </w:pPr>
      <w:r w:rsidRPr="0031177E">
        <w:t>Žiaci sú hodnotení a klasifikovaní v</w:t>
      </w:r>
      <w:r>
        <w:t> súlade s Metodickým pokynom č. 22/2011</w:t>
      </w:r>
      <w:r w:rsidRPr="0031177E">
        <w:t xml:space="preserve"> na hodnotenie žiakov základnej školy </w:t>
      </w:r>
      <w:r>
        <w:t>, ktoré schválilo MŠ  SR pod č.:2011-3121/12824:4-921 s platnosťou od 1.5.2011</w:t>
      </w:r>
      <w:r w:rsidRPr="0031177E">
        <w:t>.</w:t>
      </w:r>
      <w:r>
        <w:t xml:space="preserve"> Výtvarnú</w:t>
      </w:r>
      <w:r w:rsidRPr="00B10911">
        <w:t xml:space="preserve"> výchovu klasifikujeme</w:t>
      </w:r>
      <w:r>
        <w:t xml:space="preserve"> známkou</w:t>
      </w:r>
      <w:r w:rsidRPr="00B10911">
        <w:t>. Hodnotenie žiaka musí byť komplexné, založené na princípe indi</w:t>
      </w:r>
      <w:r>
        <w:t>viduálneho prístupu k osobnosti</w:t>
      </w:r>
      <w:r w:rsidRPr="00B10911">
        <w:t xml:space="preserve">. </w:t>
      </w:r>
    </w:p>
    <w:p w:rsidR="001831C2" w:rsidRDefault="001831C2" w:rsidP="004F457A">
      <w:pPr>
        <w:pStyle w:val="Heading9"/>
        <w:ind w:firstLine="708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Proces hodnotenia je podstatnou súčasťou výchovy aj vzdelávania. Špecifikom výchovy prostredníctvom výtvarných činností a výtvarného vyjadrenia je, že sa v rámci jej procesu očakáva vlastný prístup žiaka k aplikácii techník, nástrojových a koordinačných zručností, ale najmä v oblasti vytvárania svojich osobných symbolických reprezentácií skutočnosti. </w:t>
      </w:r>
    </w:p>
    <w:p w:rsidR="001831C2" w:rsidRPr="004F457A" w:rsidRDefault="001831C2" w:rsidP="004F457A">
      <w:pPr>
        <w:rPr>
          <w:lang w:val="sk-SK"/>
        </w:rPr>
      </w:pPr>
    </w:p>
    <w:p w:rsidR="001831C2" w:rsidRDefault="001831C2" w:rsidP="004F457A">
      <w:pPr>
        <w:pStyle w:val="Heading9"/>
        <w:ind w:firstLine="708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Hodnotenie má v prvom rade funkciu pozitívne motivovať žiaka a usmerniť jeho osobnostný vývoj. Tu musí učiteľ brať ohľad na jeho schopnosti, nadanie, ambície a vkus. Pri hodnotení žiaka má prednosť porovnávanie jeho výkonu s jeho predchádzajúcimi výkonmi a s nastavenými kritériami pre porovnávanie s výkonmi iných žiakov. Až v druhom rade je teda hodnotenie porovnávaním v rámci skupiny žiakov (triedy). Toto porovnávanie má mať najmä výchovný charakter. Pri zohľadňovaní osobnosti každého žiaka poskytuje obraz o rozvrstvení škály kvality prístupu, výkonu, poznania, schopnosti zaujať stanovisko a výsledku činnosti v porovnaní medzi jednotlivými žiakmi. Nehodnotíme teda len výsledok činnosti, ale celý proces a prístup žiaka v rámci tohto procesu. Celková aktivita žiaka, celkový prejav dieťaťa. Nie je nutné známkovať každú prácu a výkon žiaka. Učiteľ musí pri hodnotení zohľadňovať osobitosti každého žiaka. Žiaci sú klasifikovaní známkou.</w:t>
      </w:r>
    </w:p>
    <w:p w:rsidR="001831C2" w:rsidRDefault="001831C2" w:rsidP="00B15BBD">
      <w:pPr>
        <w:rPr>
          <w:lang w:val="sk-SK"/>
        </w:rPr>
      </w:pPr>
    </w:p>
    <w:p w:rsidR="001831C2" w:rsidRDefault="001831C2" w:rsidP="00B15BBD">
      <w:r>
        <w:rPr>
          <w:lang w:val="sk-SK"/>
        </w:rPr>
        <w:tab/>
      </w:r>
      <w:r>
        <w:t>Žiak má mať tieto vedomosti, ovládať zručnosti a byť schopný zaujímať postoje:</w:t>
      </w:r>
    </w:p>
    <w:p w:rsidR="001831C2" w:rsidRDefault="001831C2" w:rsidP="00B15BBD">
      <w:pPr>
        <w:rPr>
          <w:color w:val="000000"/>
        </w:rPr>
      </w:pPr>
      <w:r>
        <w:rPr>
          <w:color w:val="000000"/>
        </w:rPr>
        <w:t>:</w:t>
      </w:r>
    </w:p>
    <w:p w:rsidR="001831C2" w:rsidRDefault="001831C2" w:rsidP="00B15BBD">
      <w:pPr>
        <w:numPr>
          <w:ilvl w:val="0"/>
          <w:numId w:val="6"/>
        </w:numPr>
        <w:rPr>
          <w:color w:val="000000"/>
        </w:rPr>
      </w:pPr>
      <w:r>
        <w:rPr>
          <w:color w:val="000000"/>
        </w:rPr>
        <w:t>základné vedomosti o farbách, charakteroch tvarov, textúr, základných priestorových vzťahoch,</w:t>
      </w:r>
    </w:p>
    <w:p w:rsidR="001831C2" w:rsidRDefault="001831C2" w:rsidP="00B15BBD">
      <w:pPr>
        <w:numPr>
          <w:ilvl w:val="0"/>
          <w:numId w:val="6"/>
        </w:numPr>
        <w:rPr>
          <w:color w:val="000000"/>
        </w:rPr>
      </w:pPr>
      <w:r>
        <w:rPr>
          <w:color w:val="000000"/>
        </w:rPr>
        <w:t>vedomosti o</w:t>
      </w:r>
      <w:r>
        <w:t xml:space="preserve"> vlastnostiach a možnostiach používania výtvarných nástrojov a materiálov (ceruzky, fixy, štetce, nožnice, pastózne a vodové farby, suché a voskové/olejové pastely, mäkké modelovacie hmoty, </w:t>
      </w:r>
      <w:r>
        <w:rPr>
          <w:color w:val="000000"/>
        </w:rPr>
        <w:t>podkladové materiály,</w:t>
      </w:r>
      <w:r>
        <w:t xml:space="preserve"> jednoduchšie úkony vo výtvarných programoch počítača ...),</w:t>
      </w:r>
      <w:r>
        <w:rPr>
          <w:color w:val="000000"/>
        </w:rPr>
        <w:t xml:space="preserve"> </w:t>
      </w:r>
    </w:p>
    <w:p w:rsidR="001831C2" w:rsidRDefault="001831C2" w:rsidP="00B15BBD">
      <w:pPr>
        <w:numPr>
          <w:ilvl w:val="0"/>
          <w:numId w:val="6"/>
        </w:numPr>
        <w:rPr>
          <w:color w:val="000000"/>
        </w:rPr>
      </w:pPr>
      <w:r>
        <w:t xml:space="preserve">základné vedomosti o vybraných artefaktoch predhistorického umenia, umenia starovekých kultúr, antického umenia, </w:t>
      </w:r>
    </w:p>
    <w:p w:rsidR="001831C2" w:rsidRDefault="001831C2" w:rsidP="00B15BBD">
      <w:pPr>
        <w:numPr>
          <w:ilvl w:val="0"/>
          <w:numId w:val="6"/>
        </w:numPr>
      </w:pPr>
      <w:r>
        <w:rPr>
          <w:color w:val="000000"/>
        </w:rPr>
        <w:t xml:space="preserve">základné </w:t>
      </w:r>
      <w:r>
        <w:t>vedomosti o vývoji a hlavných kultúrnych typoch písma,</w:t>
      </w:r>
    </w:p>
    <w:p w:rsidR="001831C2" w:rsidRDefault="001831C2" w:rsidP="00B15BBD">
      <w:pPr>
        <w:numPr>
          <w:ilvl w:val="0"/>
          <w:numId w:val="6"/>
        </w:numPr>
      </w:pPr>
      <w:r>
        <w:t xml:space="preserve">základné poznatky o princípoch impresionistickej, surrealistickej a akčnej maľby, paketáže, land artu a niektorých formách body artu vyplývajúce z výtvarnej skúsenosti </w:t>
      </w:r>
      <w:r>
        <w:rPr>
          <w:color w:val="000000"/>
        </w:rPr>
        <w:t xml:space="preserve">– </w:t>
      </w:r>
      <w:r>
        <w:t>znalosť vybraných charakteristických diel týchto smerov,</w:t>
      </w:r>
    </w:p>
    <w:p w:rsidR="001831C2" w:rsidRDefault="001831C2" w:rsidP="00B15BBD">
      <w:pPr>
        <w:numPr>
          <w:ilvl w:val="0"/>
          <w:numId w:val="6"/>
        </w:numPr>
      </w:pPr>
      <w:r>
        <w:t>znalosť základných maliarskych a sochárskych žánrov: krajinomaľby, zátišia, portrétu, sochy, reliéfu,</w:t>
      </w:r>
    </w:p>
    <w:p w:rsidR="001831C2" w:rsidRDefault="001831C2" w:rsidP="00B15BBD">
      <w:pPr>
        <w:numPr>
          <w:ilvl w:val="0"/>
          <w:numId w:val="6"/>
        </w:numPr>
        <w:rPr>
          <w:color w:val="000000"/>
        </w:rPr>
      </w:pPr>
      <w:r>
        <w:t xml:space="preserve">prvé vedomosti o vzniku filmu </w:t>
      </w:r>
      <w:r>
        <w:rPr>
          <w:color w:val="000000"/>
        </w:rPr>
        <w:t>– o pohybe obrazu, akcii, filmovej postave,</w:t>
      </w:r>
    </w:p>
    <w:p w:rsidR="001831C2" w:rsidRDefault="001831C2" w:rsidP="00B15BBD">
      <w:pPr>
        <w:numPr>
          <w:ilvl w:val="0"/>
          <w:numId w:val="6"/>
        </w:numPr>
      </w:pPr>
      <w:r>
        <w:rPr>
          <w:color w:val="000000"/>
        </w:rPr>
        <w:t>prvé vedomosti o architektonickom priestore a tvare,</w:t>
      </w:r>
    </w:p>
    <w:p w:rsidR="001831C2" w:rsidRDefault="001831C2" w:rsidP="00B15BBD">
      <w:pPr>
        <w:numPr>
          <w:ilvl w:val="0"/>
          <w:numId w:val="6"/>
        </w:numPr>
        <w:jc w:val="both"/>
        <w:rPr>
          <w:color w:val="000000"/>
        </w:rPr>
      </w:pPr>
      <w:r>
        <w:t>vedomosti o krajine svojho okolia, obci, regióne a ich vizuálnych a estetických kvalitách (typy, tvary, kolorit, usporiadanie, prírodniny, prírodné a kultúrne reálie, remeselné tradície).</w:t>
      </w:r>
    </w:p>
    <w:p w:rsidR="001831C2" w:rsidRDefault="001831C2" w:rsidP="00B15BBD">
      <w:pPr>
        <w:rPr>
          <w:color w:val="000000"/>
        </w:rPr>
      </w:pPr>
    </w:p>
    <w:p w:rsidR="001831C2" w:rsidRDefault="001831C2" w:rsidP="00B15BBD">
      <w:pPr>
        <w:rPr>
          <w:color w:val="000000"/>
        </w:rPr>
      </w:pPr>
      <w:r>
        <w:rPr>
          <w:color w:val="000000"/>
        </w:rPr>
        <w:t>Žiak vedel:</w:t>
      </w:r>
    </w:p>
    <w:p w:rsidR="001831C2" w:rsidRDefault="001831C2" w:rsidP="00B15BBD">
      <w:pPr>
        <w:numPr>
          <w:ilvl w:val="0"/>
          <w:numId w:val="7"/>
        </w:numPr>
        <w:rPr>
          <w:color w:val="000000"/>
        </w:rPr>
      </w:pPr>
      <w:r>
        <w:t xml:space="preserve">tvoriť spontánne i cielene vedené stopy (faktúry) </w:t>
      </w:r>
      <w:r>
        <w:rPr>
          <w:color w:val="000000"/>
        </w:rPr>
        <w:t>–</w:t>
      </w:r>
      <w:r>
        <w:t xml:space="preserve"> cieľavedomé významové usmernenie gesta a akcie, za účelom výrazu (nezobrazujúceho, primárneho výrazu samotnej stopy alebo výrazu stopou zobrazeného motívu)</w:t>
      </w:r>
      <w:r>
        <w:rPr>
          <w:color w:val="000000"/>
        </w:rPr>
        <w:t xml:space="preserve">, </w:t>
      </w:r>
      <w:r>
        <w:t>realizovať rôzne typy stôp (rôzne druhy línií, škvŕn, odtlačkov, bodov, textúr) na ploche i v modelovacej hmote v závislosti od rôznych nástrojov, rôznych spôsobov ich použitia (prítlak, rýchlosť a smer pohybu, gesto, hravá aktivita a pod.) a rôznych materiálov (pastózna farba, tekutá farba, mäkký a tvrdý kresliaci materiál, rôzne druhy podkladu, rôzne modelovacie hmoty a pod.),</w:t>
      </w:r>
    </w:p>
    <w:p w:rsidR="001831C2" w:rsidRDefault="001831C2" w:rsidP="00B15BBD">
      <w:pPr>
        <w:numPr>
          <w:ilvl w:val="0"/>
          <w:numId w:val="7"/>
        </w:numPr>
        <w:rPr>
          <w:color w:val="000000"/>
        </w:rPr>
      </w:pPr>
      <w:r>
        <w:t xml:space="preserve">vyjadriť plošný a priestorový tvar a obrys podľa fantázie, predstavy, i (voľne) podľa videnej skutočnosti </w:t>
      </w:r>
      <w:r>
        <w:rPr>
          <w:color w:val="000000"/>
        </w:rPr>
        <w:t>–</w:t>
      </w:r>
      <w:r>
        <w:t xml:space="preserve"> s nárokmi na približnú proporcionalitu, obsažnosť prvkov (detailov) a prevažne spontánny výraz</w:t>
      </w:r>
      <w:r>
        <w:rPr>
          <w:color w:val="000000"/>
        </w:rPr>
        <w:t>; dokázať operovať s tvarmi (</w:t>
      </w:r>
      <w:r>
        <w:t>dopĺňať neúplné tvary,</w:t>
      </w:r>
      <w:r>
        <w:rPr>
          <w:color w:val="000000"/>
        </w:rPr>
        <w:t xml:space="preserve"> </w:t>
      </w:r>
      <w:r>
        <w:t>zmnožovať tvary kreslením voľnou rukou, kopírovaním, vytiahnutím podľa šablóny, hravo manipulovať s rozmnoženinou,</w:t>
      </w:r>
      <w:r>
        <w:rPr>
          <w:color w:val="000000"/>
        </w:rPr>
        <w:t xml:space="preserve"> </w:t>
      </w:r>
      <w:r>
        <w:t>priraďovať príbuzné tvary,</w:t>
      </w:r>
      <w:r>
        <w:rPr>
          <w:color w:val="000000"/>
        </w:rPr>
        <w:t xml:space="preserve"> </w:t>
      </w:r>
      <w:r>
        <w:t>transformovať predmetný tvar na iný predmetný tvar, písmo na predmetný tvar, geometrický a organický tvar,</w:t>
      </w:r>
      <w:r>
        <w:rPr>
          <w:color w:val="000000"/>
        </w:rPr>
        <w:t xml:space="preserve"> </w:t>
      </w:r>
      <w:r>
        <w:t>skladať tvar z rozmanitých prvkov, konštruovať novotvar,</w:t>
      </w:r>
      <w:r>
        <w:rPr>
          <w:color w:val="000000"/>
        </w:rPr>
        <w:t xml:space="preserve"> </w:t>
      </w:r>
      <w:r>
        <w:t>narábať s pozitívom a negatívom tvaru - figúra a pozadie,</w:t>
      </w:r>
    </w:p>
    <w:p w:rsidR="001831C2" w:rsidRDefault="001831C2" w:rsidP="00B15BBD">
      <w:pPr>
        <w:numPr>
          <w:ilvl w:val="0"/>
          <w:numId w:val="7"/>
        </w:numPr>
      </w:pPr>
      <w:r>
        <w:t xml:space="preserve">vyjadriť lokálny farebný tón zobrazeného tvaru, predmetu vo vzťahu k videnej skutočnosti aj podľa predstavy a fantázie, zosvetlovať a stmavovať farebné tóny miešaním farebných hmôt, vytvárať farebné postupnosti, </w:t>
      </w:r>
      <w:r>
        <w:rPr>
          <w:color w:val="000000"/>
        </w:rPr>
        <w:t xml:space="preserve">používať základné farebné kontrasty (kontrast svetlých a tmavých, doplnkových, teplých a studených farieb), materiálové kontrasty (tvrdý, mäkký materiál), kontrasty textúry povrchov (drsná, hladká, vzorovaná ...), </w:t>
      </w:r>
    </w:p>
    <w:p w:rsidR="001831C2" w:rsidRDefault="001831C2" w:rsidP="00B15BBD">
      <w:pPr>
        <w:numPr>
          <w:ilvl w:val="0"/>
          <w:numId w:val="7"/>
        </w:numPr>
      </w:pPr>
      <w:r>
        <w:t xml:space="preserve">komponovať </w:t>
      </w:r>
      <w:r>
        <w:rPr>
          <w:color w:val="000000"/>
        </w:rPr>
        <w:t>–</w:t>
      </w:r>
      <w:r>
        <w:t xml:space="preserve"> vedome umiestňovať tvar (motív) v rôznych častiach plochy formátu,</w:t>
      </w:r>
    </w:p>
    <w:p w:rsidR="001831C2" w:rsidRDefault="001831C2" w:rsidP="00B15BBD">
      <w:pPr>
        <w:numPr>
          <w:ilvl w:val="0"/>
          <w:numId w:val="7"/>
        </w:numPr>
      </w:pPr>
      <w:r>
        <w:t>vyjadriť rytmus a pohyb prostriedkami kresby, maľby, grafiky, priestorového vytvárania (objekt, model),</w:t>
      </w:r>
    </w:p>
    <w:p w:rsidR="001831C2" w:rsidRDefault="001831C2" w:rsidP="00B15BBD">
      <w:pPr>
        <w:numPr>
          <w:ilvl w:val="0"/>
          <w:numId w:val="7"/>
        </w:numPr>
      </w:pPr>
      <w:r>
        <w:t>vyjadriť základnú vizuálnu symetriu a asymetriu,</w:t>
      </w:r>
    </w:p>
    <w:p w:rsidR="001831C2" w:rsidRDefault="001831C2" w:rsidP="00B15BBD">
      <w:pPr>
        <w:numPr>
          <w:ilvl w:val="0"/>
          <w:numId w:val="7"/>
        </w:numPr>
      </w:pPr>
      <w:r>
        <w:t xml:space="preserve">zvládnuť základné operácie s mierkou / veľkosťou zobrazených tvarov (vzťah väčšie </w:t>
      </w:r>
      <w:r>
        <w:rPr>
          <w:color w:val="000000"/>
        </w:rPr>
        <w:t>–</w:t>
      </w:r>
      <w:r>
        <w:t xml:space="preserve"> menšie, vedľa seba </w:t>
      </w:r>
      <w:r>
        <w:rPr>
          <w:color w:val="000000"/>
        </w:rPr>
        <w:t>–</w:t>
      </w:r>
      <w:r>
        <w:t xml:space="preserve"> za/pred sebou); vyjadriť priestor prostredníctvom mierky zobrazovaných prvkov,</w:t>
      </w:r>
    </w:p>
    <w:p w:rsidR="001831C2" w:rsidRDefault="001831C2" w:rsidP="00B15BBD">
      <w:pPr>
        <w:numPr>
          <w:ilvl w:val="0"/>
          <w:numId w:val="7"/>
        </w:numPr>
        <w:jc w:val="both"/>
        <w:rPr>
          <w:b/>
          <w:bCs/>
        </w:rPr>
      </w:pPr>
      <w:r>
        <w:rPr>
          <w:color w:val="000000"/>
        </w:rPr>
        <w:t>pokúšať sa o štylizáciu</w:t>
      </w:r>
      <w:r>
        <w:t xml:space="preserve"> (vlastné poňatie zobrazenia motívu).</w:t>
      </w:r>
    </w:p>
    <w:p w:rsidR="001831C2" w:rsidRDefault="001831C2" w:rsidP="00B15BBD">
      <w:r>
        <w:t>Žiak vedel:</w:t>
      </w:r>
    </w:p>
    <w:p w:rsidR="001831C2" w:rsidRDefault="001831C2" w:rsidP="00B15BBD">
      <w:pPr>
        <w:numPr>
          <w:ilvl w:val="0"/>
          <w:numId w:val="8"/>
        </w:numPr>
      </w:pPr>
      <w:r>
        <w:t>zvládnuť základné motorické úkony (narábanie) s rôznymi nástrojmi (ceruza, štetec, pero, fixy, uhlík, drievko, rydlo, nožnice, šablóna, špachtľa, valček a pod.),</w:t>
      </w:r>
    </w:p>
    <w:p w:rsidR="001831C2" w:rsidRDefault="001831C2" w:rsidP="00B15BBD">
      <w:pPr>
        <w:numPr>
          <w:ilvl w:val="0"/>
          <w:numId w:val="8"/>
        </w:numPr>
      </w:pPr>
      <w:r>
        <w:t>vytvárať stopy alebo tvary priamym telesným dotykom (rukou, prstami,</w:t>
      </w:r>
    </w:p>
    <w:p w:rsidR="001831C2" w:rsidRDefault="001831C2" w:rsidP="00B15BBD">
      <w:pPr>
        <w:numPr>
          <w:ilvl w:val="0"/>
          <w:numId w:val="8"/>
        </w:numPr>
      </w:pPr>
      <w:r>
        <w:t>kresliť prostredníctvom linky a jednoduchého šrafovania,</w:t>
      </w:r>
    </w:p>
    <w:p w:rsidR="001831C2" w:rsidRDefault="001831C2" w:rsidP="00B15BBD">
      <w:pPr>
        <w:numPr>
          <w:ilvl w:val="0"/>
          <w:numId w:val="8"/>
        </w:numPr>
        <w:rPr>
          <w:color w:val="000000"/>
        </w:rPr>
      </w:pPr>
      <w:r>
        <w:t>zvládnuť technické základy usporiadania a miešania farieb na palete i na obraze; vyfarbovať tvar, plochu viacerými spôsobmi prostredníctvom</w:t>
      </w:r>
      <w:r>
        <w:rPr>
          <w:color w:val="000000"/>
        </w:rPr>
        <w:t xml:space="preserve"> štetcového rukopisu (napr. šrafúra, pointilizmus, roztieranie, zapúšťanie,)</w:t>
      </w:r>
    </w:p>
    <w:p w:rsidR="001831C2" w:rsidRDefault="001831C2" w:rsidP="00B15BBD">
      <w:pPr>
        <w:numPr>
          <w:ilvl w:val="0"/>
          <w:numId w:val="8"/>
        </w:numPr>
      </w:pPr>
      <w:r>
        <w:t>zvládnuť jednoduché konštrukčno - technické úkony s materiálmi (krčenie, zohýbanie, trhanie, strihanie, skladanie, vrstvenie a pod.), spájanie materiálov v koláži a v asambláži (vkladanie, lepenie, spínanie, viazanie, drôtovanie a pod.,)</w:t>
      </w:r>
    </w:p>
    <w:p w:rsidR="001831C2" w:rsidRDefault="001831C2" w:rsidP="00B15BBD">
      <w:pPr>
        <w:numPr>
          <w:ilvl w:val="0"/>
          <w:numId w:val="8"/>
        </w:numPr>
      </w:pPr>
      <w:r>
        <w:t>zvládnuť jednoduché techniky otláčania (frotáž, dekalk, monotypia, papierorez, sádrorez linorez a pod.),</w:t>
      </w:r>
    </w:p>
    <w:p w:rsidR="001831C2" w:rsidRDefault="001831C2" w:rsidP="00B15BBD">
      <w:pPr>
        <w:numPr>
          <w:ilvl w:val="0"/>
          <w:numId w:val="8"/>
        </w:numPr>
      </w:pPr>
      <w:r>
        <w:t>zvládnuť základy modelovania predmetných tvarov, otláčania do modelovacej hmoty a jednoduchého odlievanie reliéfu do sadry,</w:t>
      </w:r>
    </w:p>
    <w:p w:rsidR="001831C2" w:rsidRDefault="001831C2" w:rsidP="00B15BBD">
      <w:pPr>
        <w:numPr>
          <w:ilvl w:val="0"/>
          <w:numId w:val="8"/>
        </w:numPr>
      </w:pPr>
      <w:r>
        <w:t>zvládnuť techniku skladania a spájania priestorových tvarov (architektúr) z modulov (skladačka, stavebnica) a improvizovaných materiálov,</w:t>
      </w:r>
    </w:p>
    <w:p w:rsidR="001831C2" w:rsidRPr="004F457A" w:rsidRDefault="001831C2" w:rsidP="00B15BBD">
      <w:pPr>
        <w:numPr>
          <w:ilvl w:val="0"/>
          <w:numId w:val="8"/>
        </w:numPr>
        <w:jc w:val="both"/>
        <w:rPr>
          <w:color w:val="000000"/>
        </w:rPr>
      </w:pPr>
      <w:r>
        <w:t>zvládnuť základné operácie na počítači: typograficko - textové, s kresliacimi a maliarskymi nástrojmi (ceruza, guma, štetec, pečiatka, označenie výberu, základné filtre.)</w:t>
      </w:r>
    </w:p>
    <w:p w:rsidR="001831C2" w:rsidRDefault="001831C2" w:rsidP="004F457A">
      <w:pPr>
        <w:ind w:left="360"/>
        <w:jc w:val="both"/>
        <w:rPr>
          <w:color w:val="000000"/>
        </w:rPr>
      </w:pPr>
    </w:p>
    <w:p w:rsidR="001831C2" w:rsidRDefault="001831C2" w:rsidP="00B15BBD">
      <w:pPr>
        <w:jc w:val="both"/>
        <w:rPr>
          <w:color w:val="000000"/>
        </w:rPr>
      </w:pPr>
      <w:r>
        <w:rPr>
          <w:color w:val="000000"/>
        </w:rPr>
        <w:t>Žiak vedel:</w:t>
      </w:r>
    </w:p>
    <w:p w:rsidR="001831C2" w:rsidRDefault="001831C2" w:rsidP="00B15BBD">
      <w:pPr>
        <w:numPr>
          <w:ilvl w:val="0"/>
          <w:numId w:val="9"/>
        </w:numPr>
        <w:jc w:val="both"/>
      </w:pPr>
      <w:r>
        <w:rPr>
          <w:color w:val="000000"/>
        </w:rPr>
        <w:t xml:space="preserve">primerane veku pomenovávať </w:t>
      </w:r>
      <w:r>
        <w:t>postupy a výsledky vlastnej výtvarnej činnosti – motorické akcie, gestá a procesy (trhanie, krčenie, skladanie, strihanie, rezanie, lepenie, spínanie, drôtovanie, viazanie, vkladanie, balenie ... rôzne druhy kreslenia čiary, maľovania plochy, modelovania tvaru, jednoduchej grafickej tlače ...); schopnosť opísať jednoduché technické postupy a znalosť ich výsledného výrazu,</w:t>
      </w:r>
    </w:p>
    <w:p w:rsidR="001831C2" w:rsidRDefault="001831C2" w:rsidP="00B15BBD">
      <w:pPr>
        <w:numPr>
          <w:ilvl w:val="0"/>
          <w:numId w:val="9"/>
        </w:numPr>
        <w:jc w:val="both"/>
      </w:pPr>
      <w:r>
        <w:t>primerane veku voliť motívy na vyjadrenie zadaných (zvolených) námetov,</w:t>
      </w:r>
    </w:p>
    <w:p w:rsidR="001831C2" w:rsidRDefault="001831C2" w:rsidP="00B15BBD">
      <w:pPr>
        <w:numPr>
          <w:ilvl w:val="0"/>
          <w:numId w:val="9"/>
        </w:numPr>
        <w:jc w:val="both"/>
        <w:rPr>
          <w:color w:val="000000"/>
        </w:rPr>
      </w:pPr>
      <w:r>
        <w:rPr>
          <w:color w:val="000000"/>
        </w:rPr>
        <w:t>interpretovať psychickú charakteristiku výrazu zobrazeného motívu (smutný, veselý, nahnevaný, sklamaný, dráždivý, ľahostajný a pod.),</w:t>
      </w:r>
    </w:p>
    <w:p w:rsidR="001831C2" w:rsidRDefault="001831C2" w:rsidP="00B15BBD">
      <w:pPr>
        <w:numPr>
          <w:ilvl w:val="0"/>
          <w:numId w:val="9"/>
        </w:numPr>
        <w:jc w:val="both"/>
      </w:pPr>
      <w:r>
        <w:rPr>
          <w:color w:val="000000"/>
        </w:rPr>
        <w:t>vedome používať významové kontrasty motívov (napr. interpretácia zlého a dobrého tvaru, figurácie a pod.),</w:t>
      </w:r>
      <w:r>
        <w:t xml:space="preserve"> </w:t>
      </w:r>
    </w:p>
    <w:p w:rsidR="001831C2" w:rsidRDefault="001831C2" w:rsidP="00B15BBD">
      <w:pPr>
        <w:numPr>
          <w:ilvl w:val="0"/>
          <w:numId w:val="9"/>
        </w:numPr>
        <w:jc w:val="both"/>
      </w:pPr>
      <w:r>
        <w:t xml:space="preserve">kategorizovať predmety podľa základných znakov (veľkosť, farebnosť, účel, tvarová podobnosť, príslušnosť k významovej množine a pod.), </w:t>
      </w:r>
    </w:p>
    <w:p w:rsidR="001831C2" w:rsidRDefault="001831C2" w:rsidP="00B15BBD">
      <w:pPr>
        <w:numPr>
          <w:ilvl w:val="0"/>
          <w:numId w:val="9"/>
        </w:numPr>
        <w:jc w:val="both"/>
      </w:pPr>
      <w:r>
        <w:t>priraďovať, zmnožovať, preskupovať, spájať a rozpájať prvky na základe zvolených kritérií</w:t>
      </w:r>
    </w:p>
    <w:p w:rsidR="001831C2" w:rsidRDefault="001831C2" w:rsidP="00B15BBD">
      <w:pPr>
        <w:numPr>
          <w:ilvl w:val="0"/>
          <w:numId w:val="9"/>
        </w:numPr>
        <w:jc w:val="both"/>
      </w:pPr>
      <w:r>
        <w:t>cieľavedome umiestňovať zobrazované prvky vo formáte za účelom vyjadrenia príbehu (myšlienky), radenie vo vývojovom rade (pohyb, komiks, ilustrácia, filmová rozkresba),</w:t>
      </w:r>
    </w:p>
    <w:p w:rsidR="001831C2" w:rsidRDefault="001831C2" w:rsidP="00B15BBD">
      <w:pPr>
        <w:numPr>
          <w:ilvl w:val="0"/>
          <w:numId w:val="9"/>
        </w:numPr>
        <w:jc w:val="both"/>
      </w:pPr>
      <w:r>
        <w:t>analyticko-synteticky posudzovať rozdielnosti a príbuznosti farieb (tónov a odtieňov), tvarov, materiálov, mierky,</w:t>
      </w:r>
    </w:p>
    <w:p w:rsidR="001831C2" w:rsidRDefault="001831C2" w:rsidP="00B15BBD">
      <w:pPr>
        <w:numPr>
          <w:ilvl w:val="0"/>
          <w:numId w:val="9"/>
        </w:numPr>
        <w:jc w:val="both"/>
      </w:pPr>
      <w:r>
        <w:t xml:space="preserve">vedome </w:t>
      </w:r>
      <w:r>
        <w:rPr>
          <w:color w:val="000000"/>
        </w:rPr>
        <w:t>hľadať a pokúšať sa charakterizovať synestetické vzťahy (farba a tvar voči tónom hudby, chutiam, vôňam a pachom),</w:t>
      </w:r>
      <w:r>
        <w:t xml:space="preserve"> </w:t>
      </w:r>
    </w:p>
    <w:p w:rsidR="001831C2" w:rsidRDefault="001831C2" w:rsidP="00B15BBD">
      <w:pPr>
        <w:numPr>
          <w:ilvl w:val="0"/>
          <w:numId w:val="9"/>
        </w:numPr>
        <w:jc w:val="both"/>
      </w:pPr>
      <w:r>
        <w:rPr>
          <w:color w:val="000000"/>
        </w:rPr>
        <w:t>hľadať tvarové a funkčné analógie medzi živými organizmami a architektúrou, dizajnom.</w:t>
      </w:r>
    </w:p>
    <w:p w:rsidR="001831C2" w:rsidRDefault="001831C2" w:rsidP="00B15BBD">
      <w:pPr>
        <w:jc w:val="both"/>
        <w:rPr>
          <w:b/>
          <w:bCs/>
        </w:rPr>
      </w:pPr>
    </w:p>
    <w:p w:rsidR="001831C2" w:rsidRDefault="001831C2" w:rsidP="00B15BBD">
      <w:pPr>
        <w:jc w:val="both"/>
        <w:rPr>
          <w:color w:val="000000"/>
        </w:rPr>
      </w:pPr>
      <w:r>
        <w:rPr>
          <w:color w:val="000000"/>
        </w:rPr>
        <w:t>U žiaka sa sformovali tieto postoje:</w:t>
      </w:r>
    </w:p>
    <w:p w:rsidR="001831C2" w:rsidRDefault="001831C2" w:rsidP="00B15BBD">
      <w:pPr>
        <w:jc w:val="both"/>
        <w:rPr>
          <w:color w:val="000000"/>
        </w:rPr>
      </w:pPr>
    </w:p>
    <w:p w:rsidR="001831C2" w:rsidRDefault="001831C2" w:rsidP="00B15BBD">
      <w:pPr>
        <w:numPr>
          <w:ilvl w:val="0"/>
          <w:numId w:val="10"/>
        </w:numPr>
        <w:jc w:val="both"/>
      </w:pPr>
      <w:r>
        <w:t>otvorenosť voči experimentovaniu s farbou, hmotou, tvarom, technikou, postupom, motívom a témou,</w:t>
      </w:r>
    </w:p>
    <w:p w:rsidR="001831C2" w:rsidRDefault="001831C2" w:rsidP="00B15BBD">
      <w:pPr>
        <w:numPr>
          <w:ilvl w:val="0"/>
          <w:numId w:val="10"/>
        </w:numPr>
        <w:jc w:val="both"/>
        <w:rPr>
          <w:color w:val="000000"/>
        </w:rPr>
      </w:pPr>
      <w:r>
        <w:rPr>
          <w:color w:val="000000"/>
        </w:rPr>
        <w:t>otvorenosť voči hľadaniu analógií (tvarových, materiálových, výrazových),</w:t>
      </w:r>
    </w:p>
    <w:p w:rsidR="001831C2" w:rsidRDefault="001831C2" w:rsidP="00B15BBD">
      <w:pPr>
        <w:numPr>
          <w:ilvl w:val="0"/>
          <w:numId w:val="10"/>
        </w:numPr>
        <w:jc w:val="both"/>
      </w:pPr>
      <w:r>
        <w:t>v nižších ročníkoch spontánne výtvarné riešenia,</w:t>
      </w:r>
    </w:p>
    <w:p w:rsidR="001831C2" w:rsidRDefault="001831C2" w:rsidP="00B15BBD">
      <w:pPr>
        <w:numPr>
          <w:ilvl w:val="0"/>
          <w:numId w:val="10"/>
        </w:numPr>
        <w:jc w:val="both"/>
        <w:rPr>
          <w:color w:val="000000"/>
        </w:rPr>
      </w:pPr>
      <w:r>
        <w:rPr>
          <w:color w:val="000000"/>
        </w:rPr>
        <w:t>náklonnosť k uvedomenému hľadanie vlastných riešení, odklon od vyjadrovacích schém – inovovanie grafických stereotypov na základe podnetov fantázie a (primerane veku) vlastného názoru (myslenia),</w:t>
      </w:r>
      <w:r>
        <w:t xml:space="preserve"> </w:t>
      </w:r>
    </w:p>
    <w:p w:rsidR="001831C2" w:rsidRDefault="001831C2" w:rsidP="00B15BBD">
      <w:pPr>
        <w:numPr>
          <w:ilvl w:val="0"/>
          <w:numId w:val="10"/>
        </w:numPr>
        <w:jc w:val="both"/>
      </w:pPr>
      <w:r>
        <w:t>tolerancia voči rôznym typom vyjadrovania, vkusu iných ľudí,</w:t>
      </w:r>
    </w:p>
    <w:p w:rsidR="001831C2" w:rsidRDefault="001831C2" w:rsidP="00B15BBD">
      <w:pPr>
        <w:jc w:val="both"/>
      </w:pPr>
      <w:r>
        <w:t>aktívny prístup ku svojmu prostrediu, citlivá reflexia jeho hodnôt – jeho poznávanie a pretváranie</w:t>
      </w:r>
    </w:p>
    <w:p w:rsidR="001831C2" w:rsidRDefault="001831C2" w:rsidP="00B15BBD">
      <w:pPr>
        <w:jc w:val="both"/>
      </w:pPr>
    </w:p>
    <w:p w:rsidR="001831C2" w:rsidRDefault="001831C2" w:rsidP="00B15BBD">
      <w:pPr>
        <w:jc w:val="both"/>
      </w:pPr>
      <w:r>
        <w:t>Nevyhnutnou formou hodnotenia je aj škálovanie formou známok. Hodnotíme škálou od 1 do 5. Nie je nutné známkovať každú prácu. Učiteľ by sa mal vyvarovať paušálnych súdov a šablónovitých kritérií, nakoľko výtvarný prejav, ako aj vyjadrovacia úroveň žiakov v jednotlivých ročníkoch základnej školy majú veľmi širokú škálu, mnohokrát sú tu rozdiely vo vyjadrovacích schopnostiach v rozmedzí ročníkov, ale to nemusí znamenať nižšiu tvorivosť a výtvarnú kvalitu práce žiaka. Je potrebné, aby učiteľ primerane hodnotil výtvarné prejavy detí zo sociálne zaostalého prostredia, ako aj integrovaných detí s dyslexiou, dyskalkúliou  a pod.</w:t>
      </w:r>
    </w:p>
    <w:p w:rsidR="001831C2" w:rsidRDefault="001831C2" w:rsidP="00B15BBD">
      <w:pPr>
        <w:pStyle w:val="Heading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1.7. Obsah vzdelávania</w:t>
      </w:r>
    </w:p>
    <w:p w:rsidR="001831C2" w:rsidRDefault="001831C2" w:rsidP="007F3151"/>
    <w:p w:rsidR="001831C2" w:rsidRPr="007F3151" w:rsidRDefault="001831C2" w:rsidP="007F3151"/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8"/>
        <w:gridCol w:w="2634"/>
        <w:gridCol w:w="3846"/>
      </w:tblGrid>
      <w:tr w:rsidR="001831C2" w:rsidRPr="00316D33" w:rsidTr="007F3151">
        <w:tc>
          <w:tcPr>
            <w:tcW w:w="4788" w:type="dxa"/>
            <w:tcBorders>
              <w:right w:val="single" w:sz="4" w:space="0" w:color="auto"/>
            </w:tcBorders>
          </w:tcPr>
          <w:p w:rsidR="001831C2" w:rsidRPr="007F3151" w:rsidRDefault="001831C2" w:rsidP="004E72AB">
            <w:pPr>
              <w:rPr>
                <w:b/>
                <w:bCs/>
              </w:rPr>
            </w:pPr>
            <w:r w:rsidRPr="007F3151">
              <w:rPr>
                <w:b/>
                <w:bCs/>
              </w:rPr>
              <w:t>Ciele - kompetencie</w:t>
            </w:r>
          </w:p>
          <w:p w:rsidR="001831C2" w:rsidRPr="007F3151" w:rsidRDefault="001831C2" w:rsidP="004E72AB">
            <w:pPr>
              <w:rPr>
                <w:b/>
                <w:bCs/>
              </w:rPr>
            </w:pPr>
          </w:p>
        </w:tc>
        <w:tc>
          <w:tcPr>
            <w:tcW w:w="2634" w:type="dxa"/>
            <w:tcBorders>
              <w:left w:val="single" w:sz="4" w:space="0" w:color="auto"/>
              <w:right w:val="single" w:sz="4" w:space="0" w:color="auto"/>
            </w:tcBorders>
          </w:tcPr>
          <w:p w:rsidR="001831C2" w:rsidRPr="007F3151" w:rsidRDefault="001831C2" w:rsidP="004E72AB">
            <w:pPr>
              <w:rPr>
                <w:b/>
                <w:bCs/>
              </w:rPr>
            </w:pPr>
            <w:r w:rsidRPr="007F3151">
              <w:rPr>
                <w:b/>
                <w:bCs/>
              </w:rPr>
              <w:t xml:space="preserve">    Tematický celok a témy</w:t>
            </w:r>
          </w:p>
          <w:p w:rsidR="001831C2" w:rsidRPr="007F3151" w:rsidRDefault="001831C2" w:rsidP="004E72AB">
            <w:pPr>
              <w:rPr>
                <w:b/>
                <w:bCs/>
              </w:rPr>
            </w:pPr>
            <w:r w:rsidRPr="007F3151">
              <w:rPr>
                <w:b/>
                <w:bCs/>
              </w:rPr>
              <w:t xml:space="preserve">    (obsahový štandard)</w:t>
            </w:r>
          </w:p>
          <w:p w:rsidR="001831C2" w:rsidRPr="007F3151" w:rsidRDefault="001831C2" w:rsidP="004E72AB">
            <w:pPr>
              <w:rPr>
                <w:b/>
                <w:bCs/>
              </w:rPr>
            </w:pPr>
            <w:r w:rsidRPr="007F3151">
              <w:rPr>
                <w:b/>
                <w:bCs/>
              </w:rPr>
              <w:t xml:space="preserve">      prierezové témy</w:t>
            </w:r>
          </w:p>
        </w:tc>
        <w:tc>
          <w:tcPr>
            <w:tcW w:w="3846" w:type="dxa"/>
            <w:tcBorders>
              <w:left w:val="single" w:sz="4" w:space="0" w:color="auto"/>
            </w:tcBorders>
          </w:tcPr>
          <w:p w:rsidR="001831C2" w:rsidRPr="007F3151" w:rsidRDefault="001831C2" w:rsidP="004E72AB">
            <w:pPr>
              <w:rPr>
                <w:b/>
                <w:bCs/>
              </w:rPr>
            </w:pPr>
            <w:r w:rsidRPr="007F3151">
              <w:rPr>
                <w:b/>
                <w:bCs/>
              </w:rPr>
              <w:t>Očakávané vzdelávacie výstupy</w:t>
            </w:r>
          </w:p>
          <w:p w:rsidR="001831C2" w:rsidRPr="007F3151" w:rsidRDefault="001831C2" w:rsidP="004E72AB">
            <w:pPr>
              <w:rPr>
                <w:b/>
                <w:bCs/>
              </w:rPr>
            </w:pPr>
            <w:r w:rsidRPr="007F3151">
              <w:rPr>
                <w:b/>
                <w:bCs/>
              </w:rPr>
              <w:t>(výstupový štandard)</w:t>
            </w:r>
          </w:p>
        </w:tc>
      </w:tr>
      <w:tr w:rsidR="001831C2" w:rsidRPr="00316D33" w:rsidTr="007F3151">
        <w:trPr>
          <w:trHeight w:val="1410"/>
        </w:trPr>
        <w:tc>
          <w:tcPr>
            <w:tcW w:w="4788" w:type="dxa"/>
            <w:tcBorders>
              <w:bottom w:val="single" w:sz="4" w:space="0" w:color="auto"/>
              <w:right w:val="single" w:sz="4" w:space="0" w:color="auto"/>
            </w:tcBorders>
          </w:tcPr>
          <w:p w:rsidR="001831C2" w:rsidRPr="00316D33" w:rsidRDefault="001831C2" w:rsidP="004E72AB">
            <w:r w:rsidRPr="00316D33">
              <w:t>Rozvíjať predstavivosť a fantáziu, výtvarný jazyk.</w:t>
            </w:r>
          </w:p>
          <w:p w:rsidR="001831C2" w:rsidRPr="00316D33" w:rsidRDefault="001831C2" w:rsidP="004E72AB">
            <w:r>
              <w:t>Budovať tvar a priestor.</w:t>
            </w:r>
          </w:p>
          <w:p w:rsidR="001831C2" w:rsidRPr="00316D33" w:rsidRDefault="001831C2" w:rsidP="004E72AB">
            <w:r>
              <w:t>Využívať farebné kontrasty.</w:t>
            </w:r>
          </w:p>
          <w:p w:rsidR="001831C2" w:rsidRPr="00316D33" w:rsidRDefault="001831C2" w:rsidP="004E72AB">
            <w:r>
              <w:t>Používať významové kontrasty motívov, kresliť prostredníctvom linky a jednoduchého šrafovania.</w:t>
            </w:r>
          </w:p>
          <w:p w:rsidR="001831C2" w:rsidRPr="00316D33" w:rsidRDefault="001831C2" w:rsidP="004E72AB"/>
        </w:tc>
        <w:tc>
          <w:tcPr>
            <w:tcW w:w="2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C2" w:rsidRDefault="001831C2" w:rsidP="004E72AB">
            <w:pPr>
              <w:rPr>
                <w:b/>
                <w:bCs/>
              </w:rPr>
            </w:pPr>
            <w:r>
              <w:rPr>
                <w:b/>
                <w:bCs/>
              </w:rPr>
              <w:t>Výtvarný jazyk – základné prvky výtvarného vyjadrovania</w:t>
            </w:r>
          </w:p>
          <w:p w:rsidR="001831C2" w:rsidRDefault="001831C2" w:rsidP="004E72AB">
            <w:r>
              <w:t>Bod</w:t>
            </w:r>
          </w:p>
          <w:p w:rsidR="001831C2" w:rsidRDefault="001831C2" w:rsidP="004E72AB">
            <w:r>
              <w:t>Šrafúra, tieň</w:t>
            </w:r>
          </w:p>
          <w:p w:rsidR="001831C2" w:rsidRDefault="001831C2" w:rsidP="004E72AB">
            <w:r>
              <w:t>Farba</w:t>
            </w:r>
          </w:p>
          <w:p w:rsidR="001831C2" w:rsidRPr="00316D33" w:rsidRDefault="001831C2" w:rsidP="004E72AB">
            <w:pPr>
              <w:rPr>
                <w:b/>
                <w:bCs/>
              </w:rPr>
            </w:pPr>
            <w:r w:rsidRPr="00316D33">
              <w:rPr>
                <w:b/>
                <w:bCs/>
              </w:rPr>
              <w:t>Multikultúrna výchova</w:t>
            </w:r>
          </w:p>
          <w:p w:rsidR="001831C2" w:rsidRDefault="001831C2" w:rsidP="004E72AB">
            <w:pPr>
              <w:rPr>
                <w:b/>
                <w:bCs/>
              </w:rPr>
            </w:pPr>
            <w:r>
              <w:rPr>
                <w:b/>
                <w:bCs/>
              </w:rPr>
              <w:t>Osobnostný a sociálny rozvoj</w:t>
            </w:r>
          </w:p>
          <w:p w:rsidR="001831C2" w:rsidRPr="00316D33" w:rsidRDefault="001831C2" w:rsidP="004E72AB">
            <w:pPr>
              <w:rPr>
                <w:b/>
                <w:bCs/>
              </w:rPr>
            </w:pPr>
          </w:p>
        </w:tc>
        <w:tc>
          <w:tcPr>
            <w:tcW w:w="3846" w:type="dxa"/>
            <w:tcBorders>
              <w:left w:val="single" w:sz="4" w:space="0" w:color="auto"/>
              <w:bottom w:val="single" w:sz="4" w:space="0" w:color="auto"/>
            </w:tcBorders>
          </w:tcPr>
          <w:p w:rsidR="001831C2" w:rsidRPr="00316D33" w:rsidRDefault="001831C2" w:rsidP="004E72AB">
            <w:pPr>
              <w:rPr>
                <w:b/>
                <w:bCs/>
              </w:rPr>
            </w:pPr>
            <w:r w:rsidRPr="00316D33">
              <w:rPr>
                <w:b/>
                <w:bCs/>
              </w:rPr>
              <w:t>Žiak vie:</w:t>
            </w:r>
          </w:p>
          <w:p w:rsidR="001831C2" w:rsidRDefault="001831C2" w:rsidP="004E72AB">
            <w:r w:rsidRPr="00316D33">
              <w:t xml:space="preserve">Používať výtvarný jazyk, </w:t>
            </w:r>
            <w:r>
              <w:t>- hravé činnosti s bodmi,</w:t>
            </w:r>
          </w:p>
          <w:p w:rsidR="001831C2" w:rsidRDefault="001831C2" w:rsidP="004E72AB">
            <w:r>
              <w:t>-budovať tvar a priestor linkou, šrafovaním a tieňovaním, textúrami /predmetná kresba/.</w:t>
            </w:r>
          </w:p>
          <w:p w:rsidR="001831C2" w:rsidRDefault="001831C2" w:rsidP="004E72AB">
            <w:r>
              <w:t>-využívať farebné kontrasty /teplá – studená, tmavá – svetlá/, doplnkové farby</w:t>
            </w:r>
          </w:p>
          <w:p w:rsidR="001831C2" w:rsidRPr="00316D33" w:rsidRDefault="001831C2" w:rsidP="004E72AB"/>
        </w:tc>
      </w:tr>
      <w:tr w:rsidR="001831C2" w:rsidRPr="00A3671A" w:rsidTr="007F3151">
        <w:trPr>
          <w:trHeight w:val="1410"/>
        </w:trPr>
        <w:tc>
          <w:tcPr>
            <w:tcW w:w="4788" w:type="dxa"/>
            <w:tcBorders>
              <w:bottom w:val="single" w:sz="4" w:space="0" w:color="auto"/>
              <w:right w:val="single" w:sz="4" w:space="0" w:color="auto"/>
            </w:tcBorders>
          </w:tcPr>
          <w:p w:rsidR="001831C2" w:rsidRDefault="001831C2" w:rsidP="004E72AB">
            <w:r>
              <w:t>Získať poznatky o princípoch impresionistickej maľby, znalosť vybraných charakteristických diel týchto smerov.</w:t>
            </w:r>
          </w:p>
          <w:p w:rsidR="001831C2" w:rsidRDefault="001831C2" w:rsidP="004E72AB">
            <w:r>
              <w:t>Vyjadriť plošný a priestorový tvar a obrys s nárokom na približnú proporcionalitu, obsažnosť prvkov /detailov/ a spontánny výraz.</w:t>
            </w:r>
          </w:p>
          <w:p w:rsidR="001831C2" w:rsidRPr="00316D33" w:rsidRDefault="001831C2" w:rsidP="004E72AB"/>
        </w:tc>
        <w:tc>
          <w:tcPr>
            <w:tcW w:w="2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C2" w:rsidRDefault="001831C2" w:rsidP="004E72AB">
            <w:pPr>
              <w:rPr>
                <w:b/>
                <w:bCs/>
              </w:rPr>
            </w:pPr>
            <w:r>
              <w:rPr>
                <w:b/>
                <w:bCs/>
              </w:rPr>
              <w:t>Výtvarný jazyk, kompozičné princípy a možnosti kompozície</w:t>
            </w:r>
          </w:p>
          <w:p w:rsidR="001831C2" w:rsidRDefault="001831C2" w:rsidP="004E72AB">
            <w:r w:rsidRPr="00A3671A">
              <w:t>Výstavba proporcií a tvarov v plošnom vyjadrení</w:t>
            </w:r>
          </w:p>
          <w:p w:rsidR="001831C2" w:rsidRDefault="001831C2" w:rsidP="004E72AB">
            <w:r>
              <w:t>Výstavba proporcií a tvarov v priestorovom vyjadrení</w:t>
            </w:r>
          </w:p>
          <w:p w:rsidR="001831C2" w:rsidRPr="00A3671A" w:rsidRDefault="001831C2" w:rsidP="004E72AB">
            <w:r>
              <w:t>Impresionizmus</w:t>
            </w:r>
          </w:p>
        </w:tc>
        <w:tc>
          <w:tcPr>
            <w:tcW w:w="3846" w:type="dxa"/>
            <w:tcBorders>
              <w:left w:val="single" w:sz="4" w:space="0" w:color="auto"/>
              <w:bottom w:val="single" w:sz="4" w:space="0" w:color="auto"/>
            </w:tcBorders>
          </w:tcPr>
          <w:p w:rsidR="001831C2" w:rsidRDefault="001831C2" w:rsidP="004E72AB">
            <w:pPr>
              <w:rPr>
                <w:b/>
                <w:bCs/>
              </w:rPr>
            </w:pPr>
            <w:r>
              <w:rPr>
                <w:b/>
                <w:bCs/>
              </w:rPr>
              <w:t>Žiak vie:</w:t>
            </w:r>
          </w:p>
          <w:p w:rsidR="001831C2" w:rsidRDefault="001831C2" w:rsidP="004E72AB">
            <w:r w:rsidRPr="00A3671A">
              <w:t>Používať základy</w:t>
            </w:r>
            <w:r>
              <w:t xml:space="preserve"> proporčnosti v kresbe,</w:t>
            </w:r>
          </w:p>
          <w:p w:rsidR="001831C2" w:rsidRPr="00A3671A" w:rsidRDefault="001831C2" w:rsidP="004E72AB">
            <w:r>
              <w:t>základy proporčnosti v modelovaní.</w:t>
            </w:r>
          </w:p>
        </w:tc>
      </w:tr>
      <w:tr w:rsidR="001831C2" w:rsidRPr="00316D33" w:rsidTr="007F3151">
        <w:trPr>
          <w:trHeight w:val="2640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C2" w:rsidRPr="00316D33" w:rsidRDefault="001831C2" w:rsidP="004E72AB">
            <w:r w:rsidRPr="00316D33">
              <w:t>Poznať výtvarné metódy a štýly.</w:t>
            </w:r>
          </w:p>
          <w:p w:rsidR="001831C2" w:rsidRPr="00316D33" w:rsidRDefault="001831C2" w:rsidP="004E72AB">
            <w:r w:rsidRPr="00316D33">
              <w:t>Podnety výtvarného umenia.</w:t>
            </w:r>
          </w:p>
          <w:p w:rsidR="001831C2" w:rsidRPr="00316D33" w:rsidRDefault="001831C2" w:rsidP="004E72AB">
            <w:r w:rsidRPr="00316D33">
              <w:t>Výtvarné činno</w:t>
            </w:r>
            <w:r>
              <w:t>sti inšpirované dejinami umenia krajín ďalekého východu.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C2" w:rsidRDefault="001831C2" w:rsidP="004E72A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Podnety výtvarného umenia, </w:t>
            </w:r>
          </w:p>
          <w:p w:rsidR="001831C2" w:rsidRDefault="001831C2" w:rsidP="004E72AB">
            <w:r>
              <w:t>Krajinomaľba</w:t>
            </w:r>
          </w:p>
          <w:p w:rsidR="001831C2" w:rsidRDefault="001831C2" w:rsidP="004E72AB">
            <w:r>
              <w:t>Zátišie</w:t>
            </w:r>
          </w:p>
          <w:p w:rsidR="001831C2" w:rsidRDefault="001831C2" w:rsidP="004E72AB">
            <w:r>
              <w:t>Inšpirácia umením ďalekého východu</w:t>
            </w:r>
          </w:p>
          <w:p w:rsidR="001831C2" w:rsidRPr="00B5326F" w:rsidRDefault="001831C2" w:rsidP="004E72AB"/>
          <w:p w:rsidR="001831C2" w:rsidRPr="00316D33" w:rsidRDefault="001831C2" w:rsidP="004E72AB">
            <w:pPr>
              <w:rPr>
                <w:b/>
                <w:bCs/>
              </w:rPr>
            </w:pPr>
            <w:r w:rsidRPr="00316D33">
              <w:rPr>
                <w:b/>
                <w:bCs/>
              </w:rPr>
              <w:t xml:space="preserve"> Mediálna výchova</w:t>
            </w:r>
          </w:p>
          <w:p w:rsidR="001831C2" w:rsidRDefault="001831C2" w:rsidP="004E72AB">
            <w:r w:rsidRPr="00316D33">
              <w:t>CD a</w:t>
            </w:r>
            <w:r>
              <w:t> </w:t>
            </w:r>
            <w:r w:rsidRPr="00316D33">
              <w:t>videokazety</w:t>
            </w:r>
          </w:p>
          <w:p w:rsidR="001831C2" w:rsidRDefault="001831C2" w:rsidP="004E72AB"/>
          <w:p w:rsidR="001831C2" w:rsidRPr="00B171A1" w:rsidRDefault="001831C2" w:rsidP="004E72AB">
            <w:pPr>
              <w:rPr>
                <w:b/>
                <w:bCs/>
              </w:rPr>
            </w:pPr>
            <w:r w:rsidRPr="00B171A1">
              <w:rPr>
                <w:b/>
                <w:bCs/>
              </w:rPr>
              <w:t>Environmentálna výchova</w:t>
            </w:r>
          </w:p>
          <w:p w:rsidR="001831C2" w:rsidRDefault="001831C2" w:rsidP="004E72AB"/>
          <w:p w:rsidR="001831C2" w:rsidRPr="00316D33" w:rsidRDefault="001831C2" w:rsidP="004E72AB"/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31C2" w:rsidRPr="00316D33" w:rsidRDefault="001831C2" w:rsidP="004E72AB">
            <w:pPr>
              <w:rPr>
                <w:b/>
                <w:bCs/>
              </w:rPr>
            </w:pPr>
            <w:r w:rsidRPr="00316D33">
              <w:rPr>
                <w:b/>
                <w:bCs/>
              </w:rPr>
              <w:t>Žiak vie:</w:t>
            </w:r>
          </w:p>
          <w:p w:rsidR="001831C2" w:rsidRPr="00316D33" w:rsidRDefault="001831C2" w:rsidP="004E72AB">
            <w:r w:rsidRPr="00316D33">
              <w:t xml:space="preserve">Vytvoriť </w:t>
            </w:r>
            <w:r>
              <w:t xml:space="preserve">variácie krajiny v rôznych situáciách, variácie svetla, farby, materiálov, </w:t>
            </w:r>
            <w:r w:rsidRPr="00316D33">
              <w:t xml:space="preserve"> </w:t>
            </w:r>
            <w:r>
              <w:t>papierový objekt, kaligrafia / Čína, Japonsko/</w:t>
            </w:r>
          </w:p>
          <w:p w:rsidR="001831C2" w:rsidRPr="00316D33" w:rsidRDefault="001831C2" w:rsidP="004E72AB">
            <w:r>
              <w:t>Napodobniť techniku a materiály.</w:t>
            </w:r>
          </w:p>
          <w:p w:rsidR="001831C2" w:rsidRPr="00316D33" w:rsidRDefault="001831C2" w:rsidP="004E72AB"/>
          <w:p w:rsidR="001831C2" w:rsidRPr="00316D33" w:rsidRDefault="001831C2" w:rsidP="004E72AB"/>
          <w:p w:rsidR="001831C2" w:rsidRPr="00316D33" w:rsidRDefault="001831C2" w:rsidP="004E72AB"/>
          <w:p w:rsidR="001831C2" w:rsidRPr="00316D33" w:rsidRDefault="001831C2" w:rsidP="004E72AB"/>
          <w:p w:rsidR="001831C2" w:rsidRPr="00316D33" w:rsidRDefault="001831C2" w:rsidP="004E72AB"/>
        </w:tc>
      </w:tr>
      <w:tr w:rsidR="001831C2" w:rsidRPr="00316D33" w:rsidTr="007F3151">
        <w:trPr>
          <w:trHeight w:val="2565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C2" w:rsidRDefault="001831C2" w:rsidP="004E72AB">
            <w:r w:rsidRPr="00316D33">
              <w:t>Využiť podnety filmu, videa, architektúry,</w:t>
            </w:r>
            <w:r>
              <w:t xml:space="preserve"> dizajnu, netradičných architektonických diel, </w:t>
            </w:r>
            <w:r w:rsidRPr="00316D33">
              <w:t>elektronických médií.</w:t>
            </w:r>
          </w:p>
          <w:p w:rsidR="001831C2" w:rsidRDefault="001831C2" w:rsidP="004E72AB">
            <w:r>
              <w:t>Hľadať tvarové a funkčné analógie medzi živými organizmami a architektúrou, dizajnom.</w:t>
            </w:r>
          </w:p>
          <w:p w:rsidR="001831C2" w:rsidRPr="00316D33" w:rsidRDefault="001831C2" w:rsidP="004E72AB">
            <w:r>
              <w:t>Hľadať tvarové a funkčné analógie medzi živými organizmami a architektúrou, dizajnom.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C2" w:rsidRPr="00316D33" w:rsidRDefault="001831C2" w:rsidP="004E72AB">
            <w:r>
              <w:rPr>
                <w:b/>
                <w:bCs/>
              </w:rPr>
              <w:t>Podnety filmu a videa</w:t>
            </w:r>
          </w:p>
          <w:p w:rsidR="001831C2" w:rsidRPr="00316D33" w:rsidRDefault="001831C2" w:rsidP="004E72AB">
            <w:pPr>
              <w:rPr>
                <w:b/>
                <w:bCs/>
              </w:rPr>
            </w:pPr>
            <w:r w:rsidRPr="00316D33">
              <w:rPr>
                <w:b/>
                <w:bCs/>
              </w:rPr>
              <w:t>Film</w:t>
            </w:r>
          </w:p>
          <w:p w:rsidR="001831C2" w:rsidRDefault="001831C2" w:rsidP="004E72AB">
            <w:r>
              <w:t>Filmový trik, kulisa</w:t>
            </w:r>
          </w:p>
          <w:p w:rsidR="001831C2" w:rsidRPr="00266505" w:rsidRDefault="001831C2" w:rsidP="004E72AB">
            <w:pPr>
              <w:rPr>
                <w:b/>
                <w:bCs/>
              </w:rPr>
            </w:pPr>
            <w:r>
              <w:rPr>
                <w:b/>
                <w:bCs/>
              </w:rPr>
              <w:t>Podnety archite</w:t>
            </w:r>
            <w:r w:rsidRPr="00266505">
              <w:rPr>
                <w:b/>
                <w:bCs/>
              </w:rPr>
              <w:t>ktúry</w:t>
            </w:r>
          </w:p>
          <w:p w:rsidR="001831C2" w:rsidRPr="00B71D13" w:rsidRDefault="001831C2" w:rsidP="004E72AB">
            <w:r w:rsidRPr="00B71D13">
              <w:t>Antropo- /zoo-, fyto-/</w:t>
            </w:r>
            <w:r>
              <w:t xml:space="preserve"> morfná architektúra</w:t>
            </w:r>
          </w:p>
          <w:p w:rsidR="001831C2" w:rsidRPr="00597ED4" w:rsidRDefault="001831C2" w:rsidP="004E72AB">
            <w:pPr>
              <w:rPr>
                <w:b/>
                <w:bCs/>
              </w:rPr>
            </w:pPr>
            <w:r>
              <w:rPr>
                <w:b/>
                <w:bCs/>
              </w:rPr>
              <w:t>Kreslenie prostredníctvom počítača</w:t>
            </w:r>
          </w:p>
          <w:p w:rsidR="001831C2" w:rsidRDefault="001831C2" w:rsidP="004E72AB">
            <w:pPr>
              <w:rPr>
                <w:b/>
                <w:bCs/>
              </w:rPr>
            </w:pPr>
            <w:r w:rsidRPr="00316D33">
              <w:rPr>
                <w:b/>
                <w:bCs/>
              </w:rPr>
              <w:t>Mediálna výchova</w:t>
            </w:r>
          </w:p>
          <w:p w:rsidR="001831C2" w:rsidRPr="00316D33" w:rsidRDefault="001831C2" w:rsidP="004E72AB">
            <w:pPr>
              <w:rPr>
                <w:b/>
                <w:bCs/>
              </w:rPr>
            </w:pPr>
          </w:p>
          <w:p w:rsidR="001831C2" w:rsidRPr="00B71D13" w:rsidRDefault="001831C2" w:rsidP="004E72AB">
            <w:pPr>
              <w:rPr>
                <w:b/>
                <w:bCs/>
              </w:rPr>
            </w:pPr>
            <w:r w:rsidRPr="00B71D13">
              <w:rPr>
                <w:b/>
                <w:bCs/>
              </w:rPr>
              <w:t>Podnety dizajnu</w:t>
            </w:r>
          </w:p>
          <w:p w:rsidR="001831C2" w:rsidRPr="00316D33" w:rsidRDefault="001831C2" w:rsidP="004E72AB">
            <w:r>
              <w:t>Dizajn inšpirovaný organickými tvarmi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31C2" w:rsidRPr="00316D33" w:rsidRDefault="001831C2" w:rsidP="004E72AB">
            <w:pPr>
              <w:rPr>
                <w:b/>
                <w:bCs/>
              </w:rPr>
            </w:pPr>
            <w:r w:rsidRPr="00316D33">
              <w:rPr>
                <w:b/>
                <w:bCs/>
              </w:rPr>
              <w:t>Žiak vie:</w:t>
            </w:r>
          </w:p>
          <w:p w:rsidR="001831C2" w:rsidRDefault="001831C2" w:rsidP="004E72AB">
            <w:r>
              <w:t>Filmová scénografia,</w:t>
            </w:r>
          </w:p>
          <w:p w:rsidR="001831C2" w:rsidRDefault="001831C2" w:rsidP="004E72AB">
            <w:r>
              <w:t>určiť a vyjadriť historické prostredie,</w:t>
            </w:r>
          </w:p>
          <w:p w:rsidR="001831C2" w:rsidRDefault="001831C2" w:rsidP="004E72AB">
            <w:r>
              <w:t>vytvoriť symbol, znak.</w:t>
            </w:r>
          </w:p>
          <w:p w:rsidR="001831C2" w:rsidRDefault="001831C2" w:rsidP="004E72AB">
            <w:r>
              <w:t>Vytvoriť výtvarnú prácu na počítači.</w:t>
            </w:r>
          </w:p>
          <w:p w:rsidR="001831C2" w:rsidRDefault="001831C2" w:rsidP="004E72AB"/>
          <w:p w:rsidR="001831C2" w:rsidRDefault="001831C2" w:rsidP="004E72AB"/>
          <w:p w:rsidR="001831C2" w:rsidRDefault="001831C2" w:rsidP="004E72AB">
            <w:r>
              <w:t>Použiť organické tvary a telesné funkcie, inšpirovať sa tvarom alebo názvom.</w:t>
            </w:r>
          </w:p>
          <w:p w:rsidR="001831C2" w:rsidRPr="00316D33" w:rsidRDefault="001831C2" w:rsidP="004E72AB"/>
        </w:tc>
      </w:tr>
      <w:tr w:rsidR="001831C2" w:rsidRPr="00316D33" w:rsidTr="007F3151">
        <w:trPr>
          <w:trHeight w:val="1500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C2" w:rsidRDefault="001831C2" w:rsidP="004E72AB">
            <w:r w:rsidRPr="00316D33">
              <w:t>Využiť podnety z rôznych oblastí poznávania sveta</w:t>
            </w:r>
            <w:r>
              <w:t>.</w:t>
            </w:r>
          </w:p>
          <w:p w:rsidR="001831C2" w:rsidRDefault="001831C2" w:rsidP="004E72AB">
            <w:r>
              <w:t>Zvládnuť základné operácie na počítači.</w:t>
            </w:r>
          </w:p>
          <w:p w:rsidR="001831C2" w:rsidRPr="00316D33" w:rsidRDefault="001831C2" w:rsidP="004E72AB">
            <w:r>
              <w:t>Použiť vedomosti o krajine svojho okolia, obce a ich vizuálnych a estetických kvalitách vo svojej práci.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C2" w:rsidRDefault="001831C2" w:rsidP="004E72A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Podnety rôznych oblastí </w:t>
            </w:r>
          </w:p>
          <w:p w:rsidR="001831C2" w:rsidRPr="00B70D96" w:rsidRDefault="001831C2" w:rsidP="004E72AB">
            <w:r w:rsidRPr="00B70D96">
              <w:t>Poznávanie sveta</w:t>
            </w:r>
          </w:p>
          <w:p w:rsidR="001831C2" w:rsidRDefault="001831C2" w:rsidP="004E72AB">
            <w:r>
              <w:t>Elektronické média</w:t>
            </w:r>
          </w:p>
          <w:p w:rsidR="001831C2" w:rsidRDefault="001831C2" w:rsidP="004E72AB">
            <w:r>
              <w:t>Hudby</w:t>
            </w:r>
          </w:p>
          <w:p w:rsidR="001831C2" w:rsidRDefault="001831C2" w:rsidP="004E72AB">
            <w:r>
              <w:t>Tradícia a identita</w:t>
            </w:r>
          </w:p>
          <w:p w:rsidR="001831C2" w:rsidRPr="003D2B47" w:rsidRDefault="001831C2" w:rsidP="004E72AB">
            <w:pPr>
              <w:rPr>
                <w:b/>
                <w:bCs/>
              </w:rPr>
            </w:pPr>
            <w:r w:rsidRPr="003D2B47">
              <w:rPr>
                <w:b/>
                <w:bCs/>
              </w:rPr>
              <w:t>Škola v galérii</w:t>
            </w:r>
          </w:p>
          <w:p w:rsidR="001831C2" w:rsidRPr="003D2B47" w:rsidRDefault="001831C2" w:rsidP="004E72AB">
            <w:r>
              <w:t>Atribúty, ikonografie</w:t>
            </w:r>
          </w:p>
          <w:p w:rsidR="001831C2" w:rsidRPr="00B171A1" w:rsidRDefault="001831C2" w:rsidP="004E72AB">
            <w:pPr>
              <w:rPr>
                <w:b/>
                <w:bCs/>
              </w:rPr>
            </w:pPr>
            <w:r w:rsidRPr="00B171A1">
              <w:rPr>
                <w:b/>
                <w:bCs/>
              </w:rPr>
              <w:t>Tvorba projektu a prezentačné zručnosti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31C2" w:rsidRPr="00316D33" w:rsidRDefault="001831C2" w:rsidP="004E72AB">
            <w:pPr>
              <w:rPr>
                <w:b/>
                <w:bCs/>
              </w:rPr>
            </w:pPr>
            <w:r w:rsidRPr="00316D33">
              <w:rPr>
                <w:b/>
                <w:bCs/>
              </w:rPr>
              <w:t>Žiak vie:</w:t>
            </w:r>
          </w:p>
          <w:p w:rsidR="001831C2" w:rsidRDefault="001831C2" w:rsidP="004E72AB">
            <w:r>
              <w:t>Použiť na výtvarné využitie mapu ako výtvarný prejav,</w:t>
            </w:r>
          </w:p>
          <w:p w:rsidR="001831C2" w:rsidRDefault="001831C2" w:rsidP="004E72AB">
            <w:r>
              <w:t>-maľovať prostredníctvom počítača,</w:t>
            </w:r>
          </w:p>
          <w:p w:rsidR="001831C2" w:rsidRDefault="001831C2" w:rsidP="004E72AB">
            <w:r>
              <w:t>-použiť hudbu ako obraz tónov,</w:t>
            </w:r>
          </w:p>
          <w:p w:rsidR="001831C2" w:rsidRPr="00316D33" w:rsidRDefault="001831C2" w:rsidP="004E72AB">
            <w:r>
              <w:t>-vytvoriť monument obce.</w:t>
            </w:r>
          </w:p>
          <w:p w:rsidR="001831C2" w:rsidRPr="00316D33" w:rsidRDefault="001831C2" w:rsidP="004E72AB"/>
        </w:tc>
      </w:tr>
      <w:tr w:rsidR="001831C2" w:rsidRPr="00316D33" w:rsidTr="007F3151">
        <w:trPr>
          <w:trHeight w:val="365"/>
        </w:trPr>
        <w:tc>
          <w:tcPr>
            <w:tcW w:w="4788" w:type="dxa"/>
            <w:tcBorders>
              <w:top w:val="single" w:sz="4" w:space="0" w:color="auto"/>
              <w:right w:val="single" w:sz="4" w:space="0" w:color="auto"/>
            </w:tcBorders>
          </w:tcPr>
          <w:p w:rsidR="001831C2" w:rsidRPr="00316D33" w:rsidRDefault="001831C2" w:rsidP="004E72AB">
            <w:r>
              <w:t>Použiť základné vedomosti o farbách, charakteroch tvarov, textúr, základných priestorových vzťahoch.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1C2" w:rsidRDefault="001831C2" w:rsidP="004E72AB">
            <w:pPr>
              <w:rPr>
                <w:b/>
                <w:bCs/>
              </w:rPr>
            </w:pPr>
            <w:r w:rsidRPr="00574917">
              <w:rPr>
                <w:b/>
                <w:bCs/>
              </w:rPr>
              <w:t>Porovnávacie súhrnné a kombinačné cvičenia</w:t>
            </w:r>
          </w:p>
          <w:p w:rsidR="001831C2" w:rsidRDefault="001831C2" w:rsidP="004E72AB">
            <w:r w:rsidRPr="00574917">
              <w:t>Syntéza</w:t>
            </w:r>
            <w:r>
              <w:t xml:space="preserve"> rôznych typov obrazu a zámena prvkov kompozície.</w:t>
            </w:r>
          </w:p>
          <w:p w:rsidR="001831C2" w:rsidRDefault="001831C2" w:rsidP="004E72AB">
            <w:r>
              <w:t>Možnosti zobrazovania motívu.</w:t>
            </w:r>
          </w:p>
          <w:p w:rsidR="001831C2" w:rsidRPr="00574917" w:rsidRDefault="001831C2" w:rsidP="004E72AB">
            <w:r w:rsidRPr="00B171A1">
              <w:rPr>
                <w:b/>
                <w:bCs/>
              </w:rPr>
              <w:t>Environmentálna výchova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</w:tcBorders>
          </w:tcPr>
          <w:p w:rsidR="001831C2" w:rsidRDefault="001831C2" w:rsidP="004E72AB">
            <w:r>
              <w:t>Žiak vie:</w:t>
            </w:r>
          </w:p>
          <w:p w:rsidR="001831C2" w:rsidRDefault="001831C2" w:rsidP="004E72AB">
            <w:r>
              <w:t>Namaľovať krajinu, zátišie alebo portrét</w:t>
            </w:r>
          </w:p>
          <w:p w:rsidR="001831C2" w:rsidRPr="00316D33" w:rsidRDefault="001831C2" w:rsidP="004E72AB">
            <w:r>
              <w:t>-odkloniť sa od schémy.</w:t>
            </w:r>
          </w:p>
        </w:tc>
      </w:tr>
    </w:tbl>
    <w:p w:rsidR="001831C2" w:rsidRDefault="001831C2" w:rsidP="00B15BBD">
      <w:pPr>
        <w:ind w:firstLine="474"/>
        <w:jc w:val="both"/>
      </w:pPr>
      <w:r>
        <w:t xml:space="preserve"> </w:t>
      </w:r>
    </w:p>
    <w:p w:rsidR="001831C2" w:rsidRDefault="001831C2" w:rsidP="00B15BBD">
      <w:pPr>
        <w:jc w:val="both"/>
      </w:pPr>
    </w:p>
    <w:sectPr w:rsidR="001831C2" w:rsidSect="00B44723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7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">
    <w:nsid w:val="0FBA006F"/>
    <w:multiLevelType w:val="hybridMultilevel"/>
    <w:tmpl w:val="A822C5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571E72"/>
    <w:multiLevelType w:val="hybridMultilevel"/>
    <w:tmpl w:val="C5F60590"/>
    <w:lvl w:ilvl="0" w:tplc="91DE87D0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B000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5">
    <w:nsid w:val="21C64E74"/>
    <w:multiLevelType w:val="hybridMultilevel"/>
    <w:tmpl w:val="BCF8F880"/>
    <w:lvl w:ilvl="0" w:tplc="F3800E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FA1840"/>
    <w:multiLevelType w:val="hybridMultilevel"/>
    <w:tmpl w:val="FA1A38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7D26D5"/>
    <w:multiLevelType w:val="hybridMultilevel"/>
    <w:tmpl w:val="048E24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CF73936"/>
    <w:multiLevelType w:val="hybridMultilevel"/>
    <w:tmpl w:val="0FB042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22205F1"/>
    <w:multiLevelType w:val="hybridMultilevel"/>
    <w:tmpl w:val="7376D1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5BBD"/>
    <w:rsid w:val="000D4762"/>
    <w:rsid w:val="00176801"/>
    <w:rsid w:val="001831C2"/>
    <w:rsid w:val="00266505"/>
    <w:rsid w:val="0031177E"/>
    <w:rsid w:val="00316D33"/>
    <w:rsid w:val="003D2B47"/>
    <w:rsid w:val="004D515F"/>
    <w:rsid w:val="004E72AB"/>
    <w:rsid w:val="004F457A"/>
    <w:rsid w:val="00574917"/>
    <w:rsid w:val="00597ED4"/>
    <w:rsid w:val="0060772C"/>
    <w:rsid w:val="00750035"/>
    <w:rsid w:val="007B2A4A"/>
    <w:rsid w:val="007F3151"/>
    <w:rsid w:val="00877C68"/>
    <w:rsid w:val="00A3671A"/>
    <w:rsid w:val="00B10911"/>
    <w:rsid w:val="00B15BBD"/>
    <w:rsid w:val="00B171A1"/>
    <w:rsid w:val="00B44723"/>
    <w:rsid w:val="00B5326F"/>
    <w:rsid w:val="00B70D96"/>
    <w:rsid w:val="00B71D13"/>
    <w:rsid w:val="00DC6E44"/>
    <w:rsid w:val="00EB2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5BBD"/>
    <w:rPr>
      <w:rFonts w:ascii="Times New Roman" w:eastAsia="Times New Roman" w:hAnsi="Times New Roman"/>
      <w:sz w:val="24"/>
      <w:szCs w:val="24"/>
      <w:lang w:val="sl-S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15BB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15BB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15BBD"/>
    <w:rPr>
      <w:rFonts w:ascii="Arial" w:hAnsi="Arial" w:cs="Arial"/>
      <w:b/>
      <w:bCs/>
      <w:kern w:val="32"/>
      <w:sz w:val="32"/>
      <w:szCs w:val="32"/>
      <w:lang w:val="sl-SI" w:eastAsia="sk-SK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15BBD"/>
    <w:rPr>
      <w:rFonts w:ascii="Arial" w:hAnsi="Arial" w:cs="Arial"/>
      <w:lang w:val="sl-SI" w:eastAsia="sk-SK"/>
    </w:rPr>
  </w:style>
  <w:style w:type="paragraph" w:styleId="BodyText">
    <w:name w:val="Body Text"/>
    <w:basedOn w:val="Normal"/>
    <w:link w:val="BodyTextChar"/>
    <w:uiPriority w:val="99"/>
    <w:semiHidden/>
    <w:rsid w:val="00B15BBD"/>
    <w:pPr>
      <w:snapToGrid w:val="0"/>
      <w:jc w:val="both"/>
    </w:pPr>
    <w:rPr>
      <w:lang w:val="cs-CZ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15BBD"/>
    <w:rPr>
      <w:rFonts w:ascii="Times New Roman" w:hAnsi="Times New Roman" w:cs="Times New Roman"/>
      <w:sz w:val="20"/>
      <w:szCs w:val="20"/>
      <w:lang w:val="cs-CZ" w:eastAsia="sk-SK"/>
    </w:rPr>
  </w:style>
  <w:style w:type="paragraph" w:customStyle="1" w:styleId="Noparagraphstyle">
    <w:name w:val="[No paragraph style]"/>
    <w:uiPriority w:val="99"/>
    <w:rsid w:val="00B15BBD"/>
    <w:pPr>
      <w:autoSpaceDE w:val="0"/>
      <w:autoSpaceDN w:val="0"/>
      <w:adjustRightInd w:val="0"/>
      <w:spacing w:line="288" w:lineRule="auto"/>
    </w:pPr>
    <w:rPr>
      <w:rFonts w:ascii="Times New Roman" w:eastAsia="Times New Roman" w:hAnsi="Times New Roman"/>
      <w:color w:val="000000"/>
      <w:sz w:val="24"/>
      <w:szCs w:val="24"/>
      <w:lang w:val="cs-CZ" w:eastAsia="cs-CZ"/>
    </w:rPr>
  </w:style>
  <w:style w:type="paragraph" w:customStyle="1" w:styleId="tl">
    <w:name w:val="Štýl"/>
    <w:uiPriority w:val="99"/>
    <w:rsid w:val="00B15BB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Obsahtabuky">
    <w:name w:val="Obsah tabuľky"/>
    <w:basedOn w:val="Normal"/>
    <w:uiPriority w:val="99"/>
    <w:rsid w:val="00B15BBD"/>
    <w:pPr>
      <w:widowControl w:val="0"/>
      <w:suppressLineNumbers/>
      <w:suppressAutoHyphens/>
    </w:pPr>
    <w:rPr>
      <w:rFonts w:eastAsia="Calibri"/>
      <w:kern w:val="2"/>
      <w:lang w:val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25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15</Pages>
  <Words>4333</Words>
  <Characters>24700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predmetu</dc:title>
  <dc:subject/>
  <dc:creator>MACO</dc:creator>
  <cp:keywords/>
  <dc:description/>
  <cp:lastModifiedBy>user</cp:lastModifiedBy>
  <cp:revision>2</cp:revision>
  <dcterms:created xsi:type="dcterms:W3CDTF">2011-08-31T08:21:00Z</dcterms:created>
  <dcterms:modified xsi:type="dcterms:W3CDTF">2011-08-31T08:21:00Z</dcterms:modified>
</cp:coreProperties>
</file>